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1606" w:type="dxa"/>
        <w:tblInd w:w="-13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tblCellMar>
        <w:tblLook w:val="04A0" w:firstRow="1" w:lastRow="0" w:firstColumn="1" w:lastColumn="0" w:noHBand="0" w:noVBand="1"/>
      </w:tblPr>
      <w:tblGrid>
        <w:gridCol w:w="1358"/>
        <w:gridCol w:w="8870"/>
        <w:gridCol w:w="1378"/>
      </w:tblGrid>
      <w:tr w:rsidR="00CD2B69" w14:paraId="6FAA3B59" w14:textId="77777777" w:rsidTr="004D411D">
        <w:trPr>
          <w:trHeight w:val="253"/>
        </w:trPr>
        <w:tc>
          <w:tcPr>
            <w:tcW w:w="1358" w:type="dxa"/>
          </w:tcPr>
          <w:p w14:paraId="2C5BF1D3" w14:textId="77777777" w:rsidR="00CD2B69" w:rsidRPr="00ED75BB" w:rsidRDefault="00CD2B69" w:rsidP="002734BE"/>
        </w:tc>
        <w:tc>
          <w:tcPr>
            <w:tcW w:w="8870" w:type="dxa"/>
          </w:tcPr>
          <w:p w14:paraId="5E58E439" w14:textId="32A59896" w:rsidR="00CD2B69" w:rsidRPr="004903A9" w:rsidRDefault="00A96C9D" w:rsidP="002734BE">
            <w:pPr>
              <w:rPr>
                <w:szCs w:val="22"/>
              </w:rPr>
            </w:pPr>
            <w:r>
              <w:rPr>
                <w:szCs w:val="22"/>
              </w:rPr>
              <w:t>20</w:t>
            </w:r>
            <w:r w:rsidR="00CD2B69">
              <w:rPr>
                <w:szCs w:val="22"/>
              </w:rPr>
              <w:t>. Juni 2024</w:t>
            </w:r>
          </w:p>
        </w:tc>
        <w:tc>
          <w:tcPr>
            <w:tcW w:w="1378" w:type="dxa"/>
          </w:tcPr>
          <w:p w14:paraId="13383DDE" w14:textId="77777777" w:rsidR="00CD2B69" w:rsidRDefault="00CD2B69" w:rsidP="002734BE"/>
        </w:tc>
      </w:tr>
      <w:tr w:rsidR="00CD2B69" w14:paraId="01768CD9" w14:textId="77777777" w:rsidTr="004264FC">
        <w:trPr>
          <w:trHeight w:val="68"/>
        </w:trPr>
        <w:tc>
          <w:tcPr>
            <w:tcW w:w="1358" w:type="dxa"/>
          </w:tcPr>
          <w:p w14:paraId="70B3AD08" w14:textId="77777777" w:rsidR="00CD2B69" w:rsidRDefault="00CD2B69" w:rsidP="002734BE"/>
        </w:tc>
        <w:tc>
          <w:tcPr>
            <w:tcW w:w="8870" w:type="dxa"/>
          </w:tcPr>
          <w:p w14:paraId="3801F4BB" w14:textId="77777777" w:rsidR="00CD2B69" w:rsidRDefault="00CD2B69" w:rsidP="002734BE"/>
        </w:tc>
        <w:tc>
          <w:tcPr>
            <w:tcW w:w="1378" w:type="dxa"/>
          </w:tcPr>
          <w:p w14:paraId="3E168845" w14:textId="77777777" w:rsidR="00CD2B69" w:rsidRDefault="00CD2B69" w:rsidP="002734BE"/>
        </w:tc>
      </w:tr>
      <w:tr w:rsidR="00CD2B69" w:rsidRPr="00240D74" w14:paraId="313CD5E9" w14:textId="77777777" w:rsidTr="004D411D">
        <w:trPr>
          <w:trHeight w:val="293"/>
        </w:trPr>
        <w:tc>
          <w:tcPr>
            <w:tcW w:w="1358" w:type="dxa"/>
          </w:tcPr>
          <w:p w14:paraId="3C0602C6" w14:textId="77777777" w:rsidR="00CD2B69" w:rsidRDefault="00CD2B69" w:rsidP="002734BE"/>
        </w:tc>
        <w:tc>
          <w:tcPr>
            <w:tcW w:w="8870" w:type="dxa"/>
          </w:tcPr>
          <w:p w14:paraId="4DA54AA2" w14:textId="10DBEDFA" w:rsidR="00CD2B69" w:rsidRPr="00E47C9F" w:rsidRDefault="00CD2B69" w:rsidP="002734BE">
            <w:pPr>
              <w:spacing w:line="240" w:lineRule="auto"/>
              <w:rPr>
                <w:b/>
                <w:bCs/>
                <w:sz w:val="36"/>
                <w:szCs w:val="36"/>
              </w:rPr>
            </w:pPr>
            <w:r>
              <w:rPr>
                <w:b/>
                <w:bCs/>
                <w:sz w:val="36"/>
                <w:szCs w:val="36"/>
              </w:rPr>
              <w:t>Spatenstich</w:t>
            </w:r>
            <w:r w:rsidRPr="00761250">
              <w:rPr>
                <w:b/>
                <w:bCs/>
                <w:sz w:val="36"/>
                <w:szCs w:val="36"/>
              </w:rPr>
              <w:t xml:space="preserve"> für</w:t>
            </w:r>
            <w:r>
              <w:rPr>
                <w:b/>
                <w:bCs/>
                <w:sz w:val="36"/>
                <w:szCs w:val="36"/>
              </w:rPr>
              <w:t xml:space="preserve"> weltweit erste </w:t>
            </w:r>
            <w:r w:rsidR="009A60E3" w:rsidDel="00A47BC8">
              <w:rPr>
                <w:b/>
                <w:bCs/>
                <w:sz w:val="36"/>
                <w:szCs w:val="36"/>
              </w:rPr>
              <w:t>großtechnische</w:t>
            </w:r>
            <w:r>
              <w:rPr>
                <w:b/>
                <w:bCs/>
                <w:sz w:val="36"/>
                <w:szCs w:val="36"/>
              </w:rPr>
              <w:t xml:space="preserve"> </w:t>
            </w:r>
            <w:r w:rsidR="001D086E">
              <w:rPr>
                <w:b/>
                <w:bCs/>
                <w:sz w:val="36"/>
                <w:szCs w:val="36"/>
              </w:rPr>
              <w:t>CO₂</w:t>
            </w:r>
            <w:r w:rsidRPr="00761250">
              <w:rPr>
                <w:b/>
                <w:bCs/>
                <w:sz w:val="36"/>
                <w:szCs w:val="36"/>
              </w:rPr>
              <w:t xml:space="preserve">-Abscheide- und Aufbereitungsanlage </w:t>
            </w:r>
            <w:r w:rsidR="00613555">
              <w:rPr>
                <w:b/>
                <w:bCs/>
                <w:sz w:val="36"/>
                <w:szCs w:val="36"/>
              </w:rPr>
              <w:t>in</w:t>
            </w:r>
            <w:r>
              <w:rPr>
                <w:b/>
                <w:bCs/>
                <w:sz w:val="36"/>
                <w:szCs w:val="36"/>
              </w:rPr>
              <w:t xml:space="preserve"> der </w:t>
            </w:r>
            <w:r w:rsidRPr="00761250">
              <w:rPr>
                <w:b/>
                <w:bCs/>
                <w:sz w:val="36"/>
                <w:szCs w:val="36"/>
              </w:rPr>
              <w:t>Zement</w:t>
            </w:r>
            <w:r>
              <w:rPr>
                <w:b/>
                <w:bCs/>
                <w:sz w:val="36"/>
                <w:szCs w:val="36"/>
              </w:rPr>
              <w:t>industrie</w:t>
            </w:r>
            <w:r w:rsidR="00613555">
              <w:rPr>
                <w:b/>
                <w:bCs/>
                <w:sz w:val="36"/>
                <w:szCs w:val="36"/>
              </w:rPr>
              <w:t xml:space="preserve"> </w:t>
            </w:r>
          </w:p>
        </w:tc>
        <w:tc>
          <w:tcPr>
            <w:tcW w:w="1378" w:type="dxa"/>
          </w:tcPr>
          <w:p w14:paraId="592D12F3" w14:textId="77777777" w:rsidR="00CD2B69" w:rsidRPr="004C5448" w:rsidRDefault="00CD2B69" w:rsidP="002734BE"/>
        </w:tc>
      </w:tr>
      <w:tr w:rsidR="00CD2B69" w:rsidRPr="00240D74" w14:paraId="1DFE2591" w14:textId="77777777" w:rsidTr="004D411D">
        <w:trPr>
          <w:trHeight w:hRule="exact" w:val="606"/>
        </w:trPr>
        <w:tc>
          <w:tcPr>
            <w:tcW w:w="1358" w:type="dxa"/>
          </w:tcPr>
          <w:p w14:paraId="05E71920" w14:textId="77777777" w:rsidR="00CD2B69" w:rsidRPr="004C5448" w:rsidRDefault="00CD2B69" w:rsidP="002734BE"/>
        </w:tc>
        <w:tc>
          <w:tcPr>
            <w:tcW w:w="8870" w:type="dxa"/>
          </w:tcPr>
          <w:p w14:paraId="0DBB8D10" w14:textId="77777777" w:rsidR="00CD2B69" w:rsidRPr="004C5448" w:rsidRDefault="00CD2B69" w:rsidP="002734BE"/>
        </w:tc>
        <w:tc>
          <w:tcPr>
            <w:tcW w:w="1378" w:type="dxa"/>
          </w:tcPr>
          <w:p w14:paraId="6F1F4745" w14:textId="77777777" w:rsidR="00CD2B69" w:rsidRPr="004C5448" w:rsidRDefault="00CD2B69" w:rsidP="002734BE"/>
        </w:tc>
      </w:tr>
      <w:tr w:rsidR="00CD2B69" w:rsidRPr="00211470" w14:paraId="77CCB5D8" w14:textId="77777777" w:rsidTr="004D411D">
        <w:trPr>
          <w:trHeight w:val="2398"/>
        </w:trPr>
        <w:tc>
          <w:tcPr>
            <w:tcW w:w="1358" w:type="dxa"/>
          </w:tcPr>
          <w:p w14:paraId="39F3FD20" w14:textId="77777777" w:rsidR="00CD2B69" w:rsidRPr="004C5448" w:rsidRDefault="00CD2B69" w:rsidP="002734BE">
            <w:pPr>
              <w:jc w:val="both"/>
            </w:pPr>
          </w:p>
        </w:tc>
        <w:tc>
          <w:tcPr>
            <w:tcW w:w="8870" w:type="dxa"/>
          </w:tcPr>
          <w:p w14:paraId="66DD5170" w14:textId="0AD1A85F" w:rsidR="00186CF6" w:rsidRDefault="00186CF6" w:rsidP="006C1BA0">
            <w:pPr>
              <w:pStyle w:val="ListBullet"/>
              <w:ind w:left="721" w:hanging="283"/>
              <w:jc w:val="both"/>
              <w:rPr>
                <w:b/>
                <w:bCs/>
              </w:rPr>
            </w:pPr>
            <w:r w:rsidRPr="00186CF6">
              <w:rPr>
                <w:b/>
                <w:bCs/>
              </w:rPr>
              <w:t xml:space="preserve">CO₂ als Rohstoff: Heidelberg Materials und Linde bauen weltweit erste CCU-Großanlage </w:t>
            </w:r>
            <w:r w:rsidR="00E80E30">
              <w:rPr>
                <w:b/>
                <w:bCs/>
              </w:rPr>
              <w:t>(</w:t>
            </w:r>
            <w:r w:rsidR="00040B16" w:rsidRPr="00040B16">
              <w:rPr>
                <w:b/>
                <w:bCs/>
              </w:rPr>
              <w:t>Carbon Capture and Utili</w:t>
            </w:r>
            <w:r w:rsidR="00A8229A">
              <w:rPr>
                <w:b/>
                <w:bCs/>
              </w:rPr>
              <w:t>s</w:t>
            </w:r>
            <w:r w:rsidR="00040B16" w:rsidRPr="00040B16">
              <w:rPr>
                <w:b/>
                <w:bCs/>
              </w:rPr>
              <w:t>ation</w:t>
            </w:r>
            <w:r w:rsidR="00E80E30">
              <w:rPr>
                <w:b/>
                <w:bCs/>
              </w:rPr>
              <w:t xml:space="preserve">) </w:t>
            </w:r>
            <w:r w:rsidRPr="00186CF6">
              <w:rPr>
                <w:b/>
                <w:bCs/>
              </w:rPr>
              <w:t>in einem Zementwerk</w:t>
            </w:r>
            <w:r w:rsidRPr="00186CF6" w:rsidDel="00D957FE">
              <w:rPr>
                <w:b/>
                <w:bCs/>
              </w:rPr>
              <w:t xml:space="preserve"> </w:t>
            </w:r>
          </w:p>
          <w:p w14:paraId="712D01C2" w14:textId="758F8842" w:rsidR="00CD2B69" w:rsidRDefault="003B54F2" w:rsidP="006C1BA0">
            <w:pPr>
              <w:pStyle w:val="ListBullet"/>
              <w:ind w:left="721"/>
              <w:jc w:val="both"/>
              <w:rPr>
                <w:b/>
                <w:bCs/>
              </w:rPr>
            </w:pPr>
            <w:r w:rsidRPr="009670CD">
              <w:rPr>
                <w:b/>
                <w:bCs/>
              </w:rPr>
              <w:t>Das</w:t>
            </w:r>
            <w:r>
              <w:rPr>
                <w:b/>
                <w:bCs/>
              </w:rPr>
              <w:t xml:space="preserve"> Joint Venture</w:t>
            </w:r>
            <w:r w:rsidR="00CD2B69" w:rsidRPr="00C97221">
              <w:rPr>
                <w:b/>
                <w:bCs/>
              </w:rPr>
              <w:t xml:space="preserve"> „Capture-to-Use“ (Cap2U) zum Bau und Betrieb einer Anlage zur Abscheidung und Verflüssigung von Kohlendioxid </w:t>
            </w:r>
            <w:r w:rsidR="00BA1F72">
              <w:rPr>
                <w:b/>
                <w:bCs/>
              </w:rPr>
              <w:t>feiert</w:t>
            </w:r>
            <w:r w:rsidR="009D433C">
              <w:rPr>
                <w:b/>
                <w:bCs/>
              </w:rPr>
              <w:t xml:space="preserve"> mit dem</w:t>
            </w:r>
            <w:r>
              <w:rPr>
                <w:b/>
                <w:bCs/>
              </w:rPr>
              <w:t xml:space="preserve"> ersten</w:t>
            </w:r>
            <w:r w:rsidR="009D433C">
              <w:rPr>
                <w:b/>
                <w:bCs/>
              </w:rPr>
              <w:t xml:space="preserve"> Spatenstich </w:t>
            </w:r>
            <w:r w:rsidR="00645B2F" w:rsidRPr="009670CD">
              <w:rPr>
                <w:b/>
                <w:bCs/>
              </w:rPr>
              <w:t xml:space="preserve">einen wichtigen </w:t>
            </w:r>
            <w:r w:rsidR="009D433C">
              <w:rPr>
                <w:b/>
                <w:bCs/>
              </w:rPr>
              <w:t>Meilenstein</w:t>
            </w:r>
            <w:r w:rsidR="00645B2F" w:rsidRPr="009670CD">
              <w:rPr>
                <w:b/>
                <w:bCs/>
              </w:rPr>
              <w:t xml:space="preserve"> für das Projekt</w:t>
            </w:r>
          </w:p>
          <w:p w14:paraId="38ED9641" w14:textId="5BF16F41" w:rsidR="00D957FE" w:rsidRDefault="00D957FE" w:rsidP="006C1BA0">
            <w:pPr>
              <w:pStyle w:val="ListBullet"/>
              <w:ind w:left="721"/>
              <w:jc w:val="both"/>
              <w:rPr>
                <w:b/>
                <w:bCs/>
              </w:rPr>
            </w:pPr>
            <w:r>
              <w:rPr>
                <w:b/>
                <w:bCs/>
              </w:rPr>
              <w:t>Die Anlage entsteht i</w:t>
            </w:r>
            <w:r w:rsidR="00FE4A7E">
              <w:rPr>
                <w:b/>
                <w:bCs/>
              </w:rPr>
              <w:t>m</w:t>
            </w:r>
            <w:r>
              <w:rPr>
                <w:b/>
                <w:bCs/>
              </w:rPr>
              <w:t xml:space="preserve"> Zementwerk Lengfurt </w:t>
            </w:r>
            <w:r w:rsidR="002E4B32">
              <w:rPr>
                <w:b/>
                <w:bCs/>
              </w:rPr>
              <w:t xml:space="preserve">von Heidelberg Materials </w:t>
            </w:r>
            <w:r>
              <w:rPr>
                <w:b/>
                <w:bCs/>
              </w:rPr>
              <w:t xml:space="preserve">und soll 2025 mit einer Abscheidekapazität von 70.000 t </w:t>
            </w:r>
            <w:r w:rsidR="001D086E">
              <w:rPr>
                <w:b/>
                <w:bCs/>
              </w:rPr>
              <w:t>CO₂</w:t>
            </w:r>
            <w:r>
              <w:rPr>
                <w:b/>
                <w:bCs/>
              </w:rPr>
              <w:t xml:space="preserve"> pro Jahr in Betrieb gehen</w:t>
            </w:r>
          </w:p>
          <w:p w14:paraId="4F4CBAB0" w14:textId="120EF839" w:rsidR="00CD2B69" w:rsidRPr="000645C0" w:rsidRDefault="00CD2B69" w:rsidP="006C1BA0">
            <w:pPr>
              <w:pStyle w:val="ListBullet"/>
              <w:ind w:left="721"/>
              <w:jc w:val="both"/>
              <w:rPr>
                <w:b/>
                <w:bCs/>
              </w:rPr>
            </w:pPr>
            <w:r w:rsidRPr="00211470">
              <w:rPr>
                <w:b/>
                <w:bCs/>
              </w:rPr>
              <w:t>Das aufbereitete Gas kann dank seiner Reinheit sowohl in der Chemie- als auch in der Lebensmittelindustrie eingesetzt werden</w:t>
            </w:r>
          </w:p>
        </w:tc>
        <w:tc>
          <w:tcPr>
            <w:tcW w:w="1378" w:type="dxa"/>
          </w:tcPr>
          <w:p w14:paraId="4DA2C0D6" w14:textId="77777777" w:rsidR="00CD2B69" w:rsidRPr="00211470" w:rsidRDefault="00CD2B69" w:rsidP="002734BE">
            <w:pPr>
              <w:jc w:val="both"/>
            </w:pPr>
          </w:p>
        </w:tc>
      </w:tr>
      <w:tr w:rsidR="00CD2B69" w:rsidRPr="00211470" w14:paraId="76EF01EF" w14:textId="77777777" w:rsidTr="00CA6DCD">
        <w:trPr>
          <w:trHeight w:hRule="exact" w:val="448"/>
        </w:trPr>
        <w:tc>
          <w:tcPr>
            <w:tcW w:w="1358" w:type="dxa"/>
          </w:tcPr>
          <w:p w14:paraId="03691316" w14:textId="77777777" w:rsidR="00CD2B69" w:rsidRPr="00211470" w:rsidRDefault="00CD2B69" w:rsidP="002734BE">
            <w:pPr>
              <w:jc w:val="both"/>
            </w:pPr>
          </w:p>
        </w:tc>
        <w:tc>
          <w:tcPr>
            <w:tcW w:w="8870" w:type="dxa"/>
          </w:tcPr>
          <w:p w14:paraId="710DF0F5" w14:textId="77777777" w:rsidR="00CD2B69" w:rsidRPr="00211470" w:rsidRDefault="00CD2B69" w:rsidP="002734BE">
            <w:pPr>
              <w:jc w:val="both"/>
            </w:pPr>
          </w:p>
        </w:tc>
        <w:tc>
          <w:tcPr>
            <w:tcW w:w="1378" w:type="dxa"/>
          </w:tcPr>
          <w:p w14:paraId="3EE1C929" w14:textId="77777777" w:rsidR="00CD2B69" w:rsidRPr="00211470" w:rsidRDefault="00CD2B69" w:rsidP="002734BE">
            <w:pPr>
              <w:jc w:val="both"/>
            </w:pPr>
          </w:p>
        </w:tc>
      </w:tr>
    </w:tbl>
    <w:p w14:paraId="4A2A1812" w14:textId="0FF38381" w:rsidR="00CD2B69" w:rsidRDefault="00CD2B69" w:rsidP="00CD2B69">
      <w:pPr>
        <w:jc w:val="both"/>
      </w:pPr>
      <w:r>
        <w:t>Am 19. Juni wurde der erste Spatenstich für das Cap2U</w:t>
      </w:r>
      <w:r w:rsidR="0011558D">
        <w:t>-</w:t>
      </w:r>
      <w:r>
        <w:t>Carbon</w:t>
      </w:r>
      <w:r w:rsidR="0011558D">
        <w:t>-</w:t>
      </w:r>
      <w:r>
        <w:t>Capture</w:t>
      </w:r>
      <w:r w:rsidR="00BA72CF">
        <w:t>-</w:t>
      </w:r>
      <w:r>
        <w:t xml:space="preserve">Projekt von Linde und Heidelberg Materials in Lengfurt gefeiert. Christian Knell, Sprecher der Geschäftsleitung, Heidelberg Materials Deutschland </w:t>
      </w:r>
      <w:r w:rsidR="004E597E">
        <w:t xml:space="preserve">und </w:t>
      </w:r>
      <w:r>
        <w:t xml:space="preserve">Andreas X. Müller, </w:t>
      </w:r>
      <w:r w:rsidR="00037096">
        <w:t xml:space="preserve">Managing Director von </w:t>
      </w:r>
      <w:r>
        <w:t>Linde Gas Deutschland</w:t>
      </w:r>
      <w:r w:rsidR="00493132">
        <w:t>,</w:t>
      </w:r>
      <w:r>
        <w:t xml:space="preserve"> begrüßten rund 50 geladene Gäste zu diesem Meilenstein auf der Baustelle im Zementwerk Lengfurt.</w:t>
      </w:r>
    </w:p>
    <w:p w14:paraId="4BEA5A42" w14:textId="36B3B5C7" w:rsidR="00CD2B69" w:rsidRDefault="00CD2B69" w:rsidP="00CD2B69">
      <w:pPr>
        <w:jc w:val="both"/>
      </w:pPr>
      <w:r>
        <w:br/>
        <w:t xml:space="preserve">Christian Knell sagte: „Mit der hier in </w:t>
      </w:r>
      <w:r w:rsidRPr="00512938">
        <w:t xml:space="preserve">Lengfurt angewandten Aminwäsche-Technologie demonstrieren wir zum ersten Mal die Abscheidung und Aufbereitung des </w:t>
      </w:r>
      <w:r w:rsidR="001D086E">
        <w:t>CO₂</w:t>
      </w:r>
      <w:r w:rsidRPr="00512938">
        <w:t xml:space="preserve"> im großtechnischen Maßstab in der Zementindustrie in Deutschland. Das Besondere an unserem </w:t>
      </w:r>
      <w:r w:rsidR="00205969" w:rsidRPr="00512938">
        <w:t xml:space="preserve">wegweisenden </w:t>
      </w:r>
      <w:r w:rsidR="0011684A" w:rsidRPr="00512938">
        <w:t>CCU-</w:t>
      </w:r>
      <w:r w:rsidRPr="00512938">
        <w:t xml:space="preserve">Projekt ist, dass das abgeschiedene </w:t>
      </w:r>
      <w:r w:rsidR="001D086E">
        <w:t>CO₂</w:t>
      </w:r>
      <w:r w:rsidRPr="00512938">
        <w:t xml:space="preserve"> aus der Zementproduktion so aufbereitet</w:t>
      </w:r>
      <w:r>
        <w:t xml:space="preserve"> wird, dass es in der Lebensmittelindustrie als Kohlensäure wieder eingesetzt werden kann. Wir sind fest entschlossen, den CO₂-Fußabdruck unserer Standorte und Produkte so weit wie möglich zu reduzieren</w:t>
      </w:r>
      <w:r w:rsidR="00A961C1">
        <w:t>,</w:t>
      </w:r>
      <w:r>
        <w:t xml:space="preserve"> und freuen uns daher, mit unserem Joint Venture </w:t>
      </w:r>
      <w:r w:rsidR="00F75B49">
        <w:t>dieses CCU-</w:t>
      </w:r>
      <w:r>
        <w:t xml:space="preserve">Projekt in Deutschland </w:t>
      </w:r>
      <w:r w:rsidDel="00A421FA">
        <w:t xml:space="preserve">konkret </w:t>
      </w:r>
      <w:r>
        <w:t>zu realisieren.“</w:t>
      </w:r>
    </w:p>
    <w:p w14:paraId="07485C41" w14:textId="77777777" w:rsidR="00CD2B69" w:rsidRDefault="00CD2B69" w:rsidP="00CD2B69">
      <w:pPr>
        <w:jc w:val="both"/>
      </w:pPr>
    </w:p>
    <w:p w14:paraId="3B4F9AF9" w14:textId="6069F1D9" w:rsidR="005E50D1" w:rsidRDefault="005E50D1" w:rsidP="005E50D1">
      <w:pPr>
        <w:jc w:val="both"/>
      </w:pPr>
      <w:r w:rsidRPr="005E50D1">
        <w:t xml:space="preserve">„Dank unserer Expertise entlang der gesamten </w:t>
      </w:r>
      <w:r w:rsidR="001D086E">
        <w:t>CO₂</w:t>
      </w:r>
      <w:r w:rsidRPr="005E50D1">
        <w:t xml:space="preserve">-Wertschöpfungskette können wir unsere Kunden aus dem Bereich der Schwerindustrie bei der Dekarbonisierung unterstützen“, erklärt Andreas X. Müller. „Die Zusammenarbeit mit Heidelberg Materials und die Umsetzung des Projekts in Lengfurt markieren einen wichtigen Meilenstein auf dem Weg zu weniger Treibhausgasemissionen in der Zementindustrie. Mit dieser Anlage können wir unser Angebot ausweiten und unseren Kunden eine sichere und hochwertige Versorgung mit </w:t>
      </w:r>
      <w:r w:rsidR="001D086E">
        <w:t>CO₂</w:t>
      </w:r>
      <w:r w:rsidRPr="005E50D1">
        <w:t xml:space="preserve"> bieten.“</w:t>
      </w:r>
    </w:p>
    <w:p w14:paraId="03F19063" w14:textId="77777777" w:rsidR="00A754DF" w:rsidRPr="005E50D1" w:rsidRDefault="00A754DF" w:rsidP="005E50D1">
      <w:pPr>
        <w:jc w:val="both"/>
      </w:pPr>
    </w:p>
    <w:p w14:paraId="022AD4C8" w14:textId="77777777" w:rsidR="00CD2B69" w:rsidRDefault="00CD2B69" w:rsidP="00CD2B69">
      <w:pPr>
        <w:jc w:val="both"/>
      </w:pPr>
      <w:r>
        <w:t xml:space="preserve">Unter dem Namen „Capture-to-Use“ (Cap2U) haben Heidelberg Materials und Linde ein Joint Venture zum Bau und Betrieb einer Kohlendioxidabscheide- und -verflüssigungsanlage gegründet, die 2025 in Betrieb gehen soll. Die Anlage ermöglicht eine Weiterverwertung des abgeschiedenen CO₂ aus der Zementproduktion als wertvollen Rohstoff für industrielle Anwendungen. Das aufbereitete Gas kann dank seiner Reinheit sowohl in der Chemie- als auch in der Lebensmittelindustrie eingesetzt werden, beispielsweise als Kohlensäure in Mineralwasser. Die geplante Menge an gereinigtem und verflüssigtem CO₂ beträgt rund 70.000 t pro Jahr. Die Anlage wird durch Linde Engineering geplant und gebaut. Auf Basis einer speziell für Rauchgase entwickelten Aminwäsche wird das Kohlendioxid direkt aus einem Teil des Abgasstroms des Zementklinkerofens abgetrennt. Anlagen zur Reinigung und Verflüssigung, Tanks für die Zwischenlagerung des Produkts sowie Verladeeinrichtungen gehören ebenfalls zum Projektumfang. </w:t>
      </w:r>
    </w:p>
    <w:p w14:paraId="3455BF45" w14:textId="77777777" w:rsidR="00F31380" w:rsidRDefault="00F31380" w:rsidP="00CD2B69">
      <w:pPr>
        <w:jc w:val="both"/>
      </w:pPr>
    </w:p>
    <w:p w14:paraId="4031B082" w14:textId="230FC576" w:rsidR="00CD2B69" w:rsidRDefault="00CD2B69" w:rsidP="00CD2B69">
      <w:pPr>
        <w:jc w:val="both"/>
      </w:pPr>
      <w:r>
        <w:t xml:space="preserve">Für die Umsetzung des Projekts auf dem Gelände des Zementwerks in Lengfurt werden neben den Investitionen des Joint Ventures auch rund 15 </w:t>
      </w:r>
      <w:r w:rsidR="00177977">
        <w:t>Mio €</w:t>
      </w:r>
      <w:r>
        <w:t xml:space="preserve"> Fördermittel aus dem Förderprogramm „Dekarbonisierung in der Industrie“ im Auftrag des Bundesministeriums für Wirtschaft und Klimaschutz (BMWK) bereitgestellt.</w:t>
      </w:r>
      <w:r w:rsidRPr="00C17D36">
        <w:t xml:space="preserve"> </w:t>
      </w:r>
    </w:p>
    <w:p w14:paraId="269F1A07" w14:textId="77777777" w:rsidR="00CD2B69" w:rsidRDefault="00CD2B69" w:rsidP="00CD2B69">
      <w:pPr>
        <w:jc w:val="both"/>
      </w:pPr>
    </w:p>
    <w:p w14:paraId="40B64593" w14:textId="6A059F79" w:rsidR="00CD2B69" w:rsidRDefault="00CD2B69" w:rsidP="00CD2B69">
      <w:pPr>
        <w:spacing w:line="360" w:lineRule="auto"/>
        <w:jc w:val="both"/>
        <w:rPr>
          <w:rFonts w:cs="Arial"/>
          <w:szCs w:val="22"/>
        </w:rPr>
      </w:pPr>
      <w:r>
        <w:rPr>
          <w:noProof/>
        </w:rPr>
        <w:drawing>
          <wp:inline distT="0" distB="0" distL="0" distR="0" wp14:anchorId="437A97FE" wp14:editId="5125C44A">
            <wp:extent cx="1178758" cy="1202788"/>
            <wp:effectExtent l="0" t="0" r="254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191992" cy="1216292"/>
                    </a:xfrm>
                    <a:prstGeom prst="rect">
                      <a:avLst/>
                    </a:prstGeom>
                  </pic:spPr>
                </pic:pic>
              </a:graphicData>
            </a:graphic>
          </wp:inline>
        </w:drawing>
      </w:r>
      <w:r>
        <w:rPr>
          <w:rFonts w:cs="Arial"/>
          <w:szCs w:val="22"/>
        </w:rPr>
        <w:t xml:space="preserve">             </w:t>
      </w:r>
      <w:r w:rsidR="00CA3CE3">
        <w:rPr>
          <w:rFonts w:cs="Arial"/>
          <w:szCs w:val="22"/>
        </w:rPr>
        <w:t xml:space="preserve">  </w:t>
      </w:r>
      <w:r>
        <w:rPr>
          <w:rFonts w:cs="Arial"/>
          <w:szCs w:val="22"/>
        </w:rPr>
        <w:t xml:space="preserve">    </w:t>
      </w:r>
      <w:r w:rsidRPr="007A61D9">
        <w:rPr>
          <w:rFonts w:ascii="Times New Roman" w:hAnsi="Times New Roman"/>
          <w:noProof/>
          <w:sz w:val="24"/>
        </w:rPr>
        <w:drawing>
          <wp:inline distT="0" distB="0" distL="0" distR="0" wp14:anchorId="30E81CA1" wp14:editId="16F078C8">
            <wp:extent cx="1024641" cy="1125220"/>
            <wp:effectExtent l="0" t="0" r="444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39504" cy="1141542"/>
                    </a:xfrm>
                    <a:prstGeom prst="rect">
                      <a:avLst/>
                    </a:prstGeom>
                    <a:noFill/>
                    <a:ln>
                      <a:noFill/>
                    </a:ln>
                  </pic:spPr>
                </pic:pic>
              </a:graphicData>
            </a:graphic>
          </wp:inline>
        </w:drawing>
      </w:r>
    </w:p>
    <w:p w14:paraId="70377C96" w14:textId="5AB96516" w:rsidR="00376AE3" w:rsidRDefault="00376AE3" w:rsidP="00376AE3">
      <w:pPr>
        <w:rPr>
          <w:rFonts w:cs="Calibri"/>
          <w:szCs w:val="22"/>
        </w:rPr>
      </w:pPr>
      <w:r>
        <w:rPr>
          <w:rFonts w:cs="Calibri"/>
          <w:i/>
          <w:iCs/>
          <w:szCs w:val="22"/>
        </w:rPr>
        <w:t xml:space="preserve">Finanziert durch die Europäische Union </w:t>
      </w:r>
      <w:r w:rsidR="00A7394B">
        <w:rPr>
          <w:rFonts w:cs="Calibri"/>
          <w:i/>
          <w:iCs/>
          <w:szCs w:val="22"/>
        </w:rPr>
        <w:t>–</w:t>
      </w:r>
      <w:r>
        <w:rPr>
          <w:rFonts w:cs="Calibri"/>
          <w:i/>
          <w:iCs/>
          <w:szCs w:val="22"/>
        </w:rPr>
        <w:t xml:space="preserve"> NextGenerationEU. Die geäußerten Ansichten und Meinungen sind ausschließlich die des Autors/der Autoren und spiegeln nicht unbedingt die Ansichten der Europäischen Union oder der Europäischen Kommission wider. Weder die Europäische Union noch die Europäische Kommission können für sie verantwortlich gemacht werden</w:t>
      </w:r>
      <w:r>
        <w:rPr>
          <w:rFonts w:cs="Calibri"/>
          <w:szCs w:val="22"/>
        </w:rPr>
        <w:t>.</w:t>
      </w:r>
    </w:p>
    <w:p w14:paraId="2B97F9BC" w14:textId="77777777" w:rsidR="00CD2B69" w:rsidRDefault="00CD2B69" w:rsidP="00CD2B69">
      <w:pPr>
        <w:jc w:val="both"/>
      </w:pPr>
    </w:p>
    <w:p w14:paraId="09E63DCF" w14:textId="0207E370" w:rsidR="00F00ADD" w:rsidRDefault="00CB7D5B" w:rsidP="00CB7D5B">
      <w:pPr>
        <w:jc w:val="both"/>
      </w:pPr>
      <w:r w:rsidRPr="00CB7D5B">
        <w:rPr>
          <w:b/>
          <w:bCs/>
        </w:rPr>
        <w:t>Bildunterschrift</w:t>
      </w:r>
      <w:r w:rsidRPr="009554E3">
        <w:t>: Spatenstich</w:t>
      </w:r>
      <w:r>
        <w:t xml:space="preserve"> </w:t>
      </w:r>
      <w:r w:rsidR="4454CBA1">
        <w:t>i</w:t>
      </w:r>
      <w:r>
        <w:t>m</w:t>
      </w:r>
      <w:r w:rsidR="001F5AF8">
        <w:t xml:space="preserve"> Heidelberg</w:t>
      </w:r>
      <w:r w:rsidR="001C5B21">
        <w:t>-</w:t>
      </w:r>
      <w:r w:rsidR="001F5AF8">
        <w:t>Materials</w:t>
      </w:r>
      <w:r w:rsidR="002E08B9">
        <w:t>-</w:t>
      </w:r>
      <w:r w:rsidR="000B6245">
        <w:t>Werk Lengfurt</w:t>
      </w:r>
      <w:r w:rsidRPr="009554E3">
        <w:t xml:space="preserve"> für </w:t>
      </w:r>
      <w:r>
        <w:t xml:space="preserve">die </w:t>
      </w:r>
      <w:r w:rsidRPr="009554E3">
        <w:t xml:space="preserve">weltweit erste großtechnische </w:t>
      </w:r>
      <w:r w:rsidR="001D086E">
        <w:t>CO₂</w:t>
      </w:r>
      <w:r w:rsidRPr="009554E3">
        <w:t>-Abscheide- und Aufbereitungsanlage in der Zementindustrie</w:t>
      </w:r>
      <w:r>
        <w:t xml:space="preserve"> </w:t>
      </w:r>
      <w:r w:rsidR="00BB3020">
        <w:t>(von links nach rechts):</w:t>
      </w:r>
      <w:r>
        <w:t xml:space="preserve"> </w:t>
      </w:r>
      <w:r w:rsidR="00C3359A">
        <w:t>Mladen Pasalic, Geschäftsführer Joint Venture Cap2U, Dr. Beate Baron, Bundesministerium für Wirtschaft und Klimaschutz, Staatssekretär Sandro Kirchner, MdL, Andreas X. Müller, Geschäftsleitung Linde Gas, Christian Knell, Geschäftsleitung Heidelberg Materials Deutschland, Bürgermeisterin Kerstin Deckenbrock, Landrätin Sabine Sitter, Dr. Thomas Tork, Geschäftsführer Joint Venture Cap2U und Werkleiter Michael Becker, Heidelberg Materials.</w:t>
      </w:r>
    </w:p>
    <w:p w14:paraId="341979F7" w14:textId="4328A8F3" w:rsidR="00CB7D5B" w:rsidRPr="009554E3" w:rsidRDefault="00C3359A" w:rsidP="00CB7D5B">
      <w:pPr>
        <w:jc w:val="both"/>
      </w:pPr>
      <w:r>
        <w:t xml:space="preserve"> </w:t>
      </w:r>
      <w:r w:rsidR="00160754">
        <w:t xml:space="preserve"> </w:t>
      </w:r>
    </w:p>
    <w:p w14:paraId="212A54AB" w14:textId="5990C4E7" w:rsidR="3CE92FB7" w:rsidRDefault="3CE92FB7" w:rsidP="0932CD5C">
      <w:pPr>
        <w:jc w:val="both"/>
      </w:pPr>
      <w:r>
        <w:t>Bild: Claus Uhlendorf</w:t>
      </w:r>
    </w:p>
    <w:p w14:paraId="394556A3" w14:textId="77777777" w:rsidR="00CB7D5B" w:rsidRDefault="00CB7D5B" w:rsidP="00CD2B69">
      <w:pPr>
        <w:jc w:val="both"/>
      </w:pPr>
    </w:p>
    <w:p w14:paraId="0F249E2D" w14:textId="77777777" w:rsidR="00C74C47" w:rsidRDefault="00C74C47" w:rsidP="00CD2B69">
      <w:pPr>
        <w:jc w:val="both"/>
      </w:pPr>
    </w:p>
    <w:p w14:paraId="25BE506B" w14:textId="77777777" w:rsidR="00C74C47" w:rsidRDefault="00C74C47" w:rsidP="00CD2B69">
      <w:pPr>
        <w:jc w:val="both"/>
      </w:pPr>
    </w:p>
    <w:p w14:paraId="00547944" w14:textId="77777777" w:rsidR="00CD2B69" w:rsidRPr="00FD30BF" w:rsidRDefault="00CD2B69" w:rsidP="00CD2B69">
      <w:pPr>
        <w:jc w:val="both"/>
        <w:rPr>
          <w:b/>
          <w:bCs/>
        </w:rPr>
      </w:pPr>
      <w:r w:rsidRPr="00FD30BF">
        <w:rPr>
          <w:b/>
          <w:bCs/>
        </w:rPr>
        <w:t>Über Heidelberg Materials</w:t>
      </w:r>
    </w:p>
    <w:p w14:paraId="43BCE29F" w14:textId="0F6177AD" w:rsidR="00CD2B69" w:rsidRDefault="00CD2B69" w:rsidP="00CD2B69">
      <w:pPr>
        <w:jc w:val="both"/>
      </w:pPr>
      <w:r>
        <w:t xml:space="preserve">Heidelberg Materials ist einer der weltweit größten integrierten Hersteller von Baustoffen und -lösungen mit führenden Marktpositionen bei Zement, Zuschlagstoffen und Transportbeton. Wir sind mit rund 51.000 Beschäftigten an fast 3.000 Standorten in über 50 Ländern vertreten. Im Mittelpunkt unseres Handelns steht die Verantwortung für die Umwelt. Als Vorreiter auf dem Weg zur </w:t>
      </w:r>
      <w:r w:rsidR="001D086E">
        <w:t>CO₂</w:t>
      </w:r>
      <w:r>
        <w:t>-Neutralität und Kreislaufwirtschaft in der Baustoffindustrie arbeiten wir an nachhaltigen Baustoffen und Lösungen für die Zukunft. Unseren Kunden erschließen wir neue Möglichkeiten durch Digitalisierung.</w:t>
      </w:r>
    </w:p>
    <w:p w14:paraId="404EBB17" w14:textId="77777777" w:rsidR="00CD2B69" w:rsidRDefault="00CD2B69" w:rsidP="00CD2B69">
      <w:pPr>
        <w:jc w:val="both"/>
      </w:pPr>
      <w:r>
        <w:t>www.heidelbergmaterials.com</w:t>
      </w:r>
    </w:p>
    <w:p w14:paraId="276C349A" w14:textId="77777777" w:rsidR="00CD2B69" w:rsidRDefault="00CD2B69" w:rsidP="00CD2B69">
      <w:pPr>
        <w:jc w:val="both"/>
      </w:pPr>
    </w:p>
    <w:p w14:paraId="7D2ACA37" w14:textId="77777777" w:rsidR="00CD2B69" w:rsidRPr="00FD30BF" w:rsidRDefault="00CD2B69" w:rsidP="00CD2B69">
      <w:pPr>
        <w:jc w:val="both"/>
        <w:rPr>
          <w:b/>
          <w:bCs/>
        </w:rPr>
      </w:pPr>
      <w:r w:rsidRPr="00FD30BF">
        <w:rPr>
          <w:b/>
          <w:bCs/>
        </w:rPr>
        <w:t>Über Linde</w:t>
      </w:r>
    </w:p>
    <w:p w14:paraId="6D9C8AC0" w14:textId="16644280" w:rsidR="00CD2B69" w:rsidRDefault="00CD2B69" w:rsidP="00CD2B69">
      <w:pPr>
        <w:jc w:val="both"/>
      </w:pPr>
      <w:r>
        <w:t>Linde ist ein weltweit führendes Industriegase- und Engineering-Unternehmen mit einem Umsatz von 33 Milliarden US-Dollar im Jahr 2023. Wir leben für unsere Mission, die Welt produktiver zu machen, jeden Tag, indem wir hochwertige Lösungen, Technologien und Dienstleistungen anbieten, die unsere Kunden erfolgreicher machen. Wir tragen dazu bei, unsere Umwelt zu dekarbonisieren und damit unseren Planeten zu bewahren. Das Unternehmen bedient eine Vielzahl von Endmärkten, darunter die Chemie-, Lebensmittel-, Getränke-, Elektronik-, Metall- und Bergbauindustrie, Energieerzeuger, das Gesundheitswesen und den verarbeitenden Sektor. Linde-Gase und -Technologien werden in zahllosen Anwendungen eingesetzt: Sie reichen von der für die Energiewende wichtigen Herstellung sauberen Wasserstoffs sowie der Abscheidung von Kohlendioxid bis hin zu lebensrettende</w:t>
      </w:r>
      <w:r w:rsidR="00D3000E">
        <w:t>n</w:t>
      </w:r>
      <w:r>
        <w:t xml:space="preserve"> Sauerstoff und hochreinen sowie Spezialgasen für Elektronikbauteile. Darüber hinaus bietet Linde seinen Kunden modernste Anwendungen zur Gasverarbeitung, um deren Wachstum, Effizienzsteigerungen und Emissionsreduzierungen zu unterstützen.</w:t>
      </w:r>
    </w:p>
    <w:p w14:paraId="2983E1CF" w14:textId="77777777" w:rsidR="00CD2B69" w:rsidRPr="003450BC" w:rsidRDefault="00CD2B69" w:rsidP="00CD2B69">
      <w:pPr>
        <w:jc w:val="both"/>
        <w:rPr>
          <w:lang w:val="en-US"/>
        </w:rPr>
      </w:pPr>
      <w:r w:rsidRPr="003450BC">
        <w:rPr>
          <w:lang w:val="en-US"/>
        </w:rPr>
        <w:t>www.linde.com</w:t>
      </w:r>
    </w:p>
    <w:p w14:paraId="75CC41D4" w14:textId="02FAAA81" w:rsidR="0085BD2F" w:rsidRPr="003450BC" w:rsidRDefault="0085BD2F">
      <w:pPr>
        <w:rPr>
          <w:lang w:val="en-US"/>
        </w:rPr>
      </w:pPr>
    </w:p>
    <w:p w14:paraId="22114870" w14:textId="77777777" w:rsidR="003450BC" w:rsidRPr="00811D96" w:rsidRDefault="003450BC" w:rsidP="003450BC">
      <w:pPr>
        <w:spacing w:line="216" w:lineRule="atLeast"/>
        <w:rPr>
          <w:sz w:val="18"/>
          <w:szCs w:val="18"/>
          <w:lang w:val="en-US"/>
        </w:rPr>
      </w:pPr>
      <w:r w:rsidRPr="00811D96">
        <w:rPr>
          <w:rFonts w:cs="Calibri"/>
          <w:b/>
          <w:bCs/>
          <w:color w:val="242424"/>
          <w:sz w:val="18"/>
          <w:szCs w:val="18"/>
          <w:lang w:val="en-US"/>
        </w:rPr>
        <w:t>Kontakt</w:t>
      </w:r>
    </w:p>
    <w:p w14:paraId="0C14A24B" w14:textId="77777777" w:rsidR="003450BC" w:rsidRPr="00811D96" w:rsidRDefault="003450BC" w:rsidP="003450BC">
      <w:pPr>
        <w:spacing w:line="216" w:lineRule="atLeast"/>
        <w:rPr>
          <w:rFonts w:cs="Calibri"/>
          <w:color w:val="242424"/>
          <w:sz w:val="18"/>
          <w:szCs w:val="18"/>
          <w:lang w:val="en-US"/>
        </w:rPr>
      </w:pPr>
      <w:r w:rsidRPr="00811D96">
        <w:rPr>
          <w:rFonts w:cs="Calibri"/>
          <w:color w:val="242424"/>
          <w:sz w:val="18"/>
          <w:szCs w:val="18"/>
          <w:lang w:val="en-US"/>
        </w:rPr>
        <w:t>Director Group Communication &amp; Investor Relations</w:t>
      </w:r>
    </w:p>
    <w:p w14:paraId="0EA2D42B" w14:textId="77777777" w:rsidR="003450BC" w:rsidRDefault="003450BC" w:rsidP="003450BC">
      <w:pPr>
        <w:spacing w:line="216" w:lineRule="atLeast"/>
        <w:rPr>
          <w:rFonts w:cs="Calibri"/>
          <w:color w:val="242424"/>
          <w:sz w:val="18"/>
          <w:szCs w:val="18"/>
        </w:rPr>
      </w:pPr>
      <w:r w:rsidRPr="00CC4C84">
        <w:rPr>
          <w:rFonts w:cs="Calibri"/>
          <w:color w:val="242424"/>
          <w:sz w:val="18"/>
          <w:szCs w:val="18"/>
        </w:rPr>
        <w:t xml:space="preserve">Christoph Beumelburg, T +49 6221 48113-249  </w:t>
      </w:r>
    </w:p>
    <w:p w14:paraId="17B21C96" w14:textId="77777777" w:rsidR="003450BC" w:rsidRPr="0003024E" w:rsidRDefault="003450BC" w:rsidP="003450BC">
      <w:pPr>
        <w:spacing w:line="216" w:lineRule="atLeast"/>
        <w:rPr>
          <w:rFonts w:cs="Calibri"/>
          <w:color w:val="242424"/>
          <w:sz w:val="18"/>
          <w:szCs w:val="18"/>
        </w:rPr>
      </w:pPr>
      <w:r>
        <w:rPr>
          <w:rFonts w:cs="Calibri"/>
          <w:color w:val="242424"/>
          <w:sz w:val="18"/>
          <w:szCs w:val="18"/>
        </w:rPr>
        <w:t>info@heidelbergmaterials.com</w:t>
      </w:r>
    </w:p>
    <w:p w14:paraId="3006B6A2" w14:textId="1B25926D" w:rsidR="0085BD2F" w:rsidRDefault="0085BD2F"/>
    <w:p w14:paraId="2708F556" w14:textId="77777777" w:rsidR="00AE72EE" w:rsidRPr="009554E3" w:rsidRDefault="00AE72EE" w:rsidP="00AE72EE">
      <w:pPr>
        <w:jc w:val="both"/>
      </w:pPr>
    </w:p>
    <w:sectPr w:rsidR="00AE72EE" w:rsidRPr="009554E3" w:rsidSect="00CC59A7">
      <w:headerReference w:type="even" r:id="rId13"/>
      <w:headerReference w:type="default" r:id="rId14"/>
      <w:footerReference w:type="even" r:id="rId15"/>
      <w:footerReference w:type="default" r:id="rId16"/>
      <w:headerReference w:type="first" r:id="rId17"/>
      <w:footerReference w:type="first" r:id="rId18"/>
      <w:type w:val="continuous"/>
      <w:pgSz w:w="11906" w:h="16838" w:code="9"/>
      <w:pgMar w:top="3629" w:right="1361" w:bottom="1304" w:left="1361" w:header="1247" w:footer="39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FFB18A" w14:textId="77777777" w:rsidR="000E74D2" w:rsidRDefault="000E74D2">
      <w:r>
        <w:separator/>
      </w:r>
    </w:p>
  </w:endnote>
  <w:endnote w:type="continuationSeparator" w:id="0">
    <w:p w14:paraId="62D71FCE" w14:textId="77777777" w:rsidR="000E74D2" w:rsidRDefault="000E74D2">
      <w:r>
        <w:continuationSeparator/>
      </w:r>
    </w:p>
  </w:endnote>
  <w:endnote w:type="continuationNotice" w:id="1">
    <w:p w14:paraId="0A4D3209" w14:textId="77777777" w:rsidR="000E74D2" w:rsidRDefault="000E74D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panose1 w:val="00000000000000000000"/>
    <w:charset w:val="80"/>
    <w:family w:val="roman"/>
    <w:notTrueType/>
    <w:pitch w:val="default"/>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Lexend Exa HM Xlight">
    <w:altName w:val="Calibri"/>
    <w:charset w:val="00"/>
    <w:family w:val="auto"/>
    <w:pitch w:val="variable"/>
    <w:sig w:usb0="A00000FF" w:usb1="4000205B"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903EE1" w14:textId="77777777" w:rsidR="00B50ACE" w:rsidRDefault="00B50A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B4AD28" w14:textId="77777777" w:rsidR="005E1D6B" w:rsidRPr="005E1D6B" w:rsidRDefault="005E1D6B" w:rsidP="005E1D6B">
    <w:pPr>
      <w:tabs>
        <w:tab w:val="center" w:pos="4536"/>
        <w:tab w:val="right" w:pos="9072"/>
      </w:tabs>
      <w:spacing w:after="250"/>
      <w:jc w:val="right"/>
      <w:rPr>
        <w:sz w:val="18"/>
        <w:szCs w:val="18"/>
      </w:rPr>
    </w:pPr>
    <w:r w:rsidRPr="005E1D6B">
      <w:rPr>
        <w:sz w:val="18"/>
        <w:szCs w:val="18"/>
      </w:rPr>
      <w:fldChar w:fldCharType="begin"/>
    </w:r>
    <w:r w:rsidRPr="005E1D6B">
      <w:rPr>
        <w:sz w:val="18"/>
        <w:szCs w:val="18"/>
      </w:rPr>
      <w:instrText xml:space="preserve"> PAGE   \* MERGEFORMAT </w:instrText>
    </w:r>
    <w:r w:rsidRPr="005E1D6B">
      <w:rPr>
        <w:sz w:val="18"/>
        <w:szCs w:val="18"/>
      </w:rPr>
      <w:fldChar w:fldCharType="separate"/>
    </w:r>
    <w:r w:rsidR="007922FE">
      <w:rPr>
        <w:noProof/>
        <w:sz w:val="18"/>
        <w:szCs w:val="18"/>
      </w:rPr>
      <w:t>2</w:t>
    </w:r>
    <w:r w:rsidRPr="005E1D6B">
      <w:rPr>
        <w:sz w:val="18"/>
        <w:szCs w:val="18"/>
      </w:rPr>
      <w:fldChar w:fldCharType="end"/>
    </w:r>
    <w:r w:rsidRPr="005E1D6B">
      <w:rPr>
        <w:sz w:val="18"/>
        <w:szCs w:val="18"/>
      </w:rPr>
      <w:t>/</w:t>
    </w:r>
    <w:r w:rsidRPr="005E1D6B">
      <w:rPr>
        <w:noProof/>
        <w:sz w:val="18"/>
        <w:szCs w:val="18"/>
      </w:rPr>
      <w:fldChar w:fldCharType="begin"/>
    </w:r>
    <w:r w:rsidRPr="005E1D6B">
      <w:rPr>
        <w:noProof/>
        <w:sz w:val="18"/>
        <w:szCs w:val="18"/>
      </w:rPr>
      <w:instrText xml:space="preserve"> NUMPAGES   \* MERGEFORMAT </w:instrText>
    </w:r>
    <w:r w:rsidRPr="005E1D6B">
      <w:rPr>
        <w:noProof/>
        <w:sz w:val="18"/>
        <w:szCs w:val="18"/>
      </w:rPr>
      <w:fldChar w:fldCharType="separate"/>
    </w:r>
    <w:r w:rsidR="00BB6E45">
      <w:rPr>
        <w:noProof/>
        <w:sz w:val="18"/>
        <w:szCs w:val="18"/>
      </w:rPr>
      <w:t>1</w:t>
    </w:r>
    <w:r w:rsidRPr="005E1D6B">
      <w:rPr>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3F7E65" w14:textId="77777777" w:rsidR="00B50ACE" w:rsidRDefault="00B50A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E9FC5A" w14:textId="77777777" w:rsidR="000E74D2" w:rsidRDefault="000E74D2">
      <w:r>
        <w:separator/>
      </w:r>
    </w:p>
  </w:footnote>
  <w:footnote w:type="continuationSeparator" w:id="0">
    <w:p w14:paraId="0594C144" w14:textId="77777777" w:rsidR="000E74D2" w:rsidRDefault="000E74D2">
      <w:r>
        <w:continuationSeparator/>
      </w:r>
    </w:p>
  </w:footnote>
  <w:footnote w:type="continuationNotice" w:id="1">
    <w:p w14:paraId="0D4B3EF4" w14:textId="77777777" w:rsidR="000E74D2" w:rsidRDefault="000E74D2">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141825" w14:textId="77777777" w:rsidR="00B50ACE" w:rsidRDefault="00B50AC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9198E6" w14:textId="77777777" w:rsidR="00F31979" w:rsidRPr="00F31979" w:rsidRDefault="004E5B76" w:rsidP="00F31979">
    <w:pPr>
      <w:pStyle w:val="Header"/>
      <w:spacing w:after="900"/>
      <w:rPr>
        <w:color w:val="FFFFFF" w:themeColor="background1"/>
      </w:rPr>
    </w:pPr>
    <w:r>
      <w:rPr>
        <w:noProof/>
        <w:sz w:val="18"/>
        <w:szCs w:val="18"/>
      </w:rPr>
      <w:drawing>
        <wp:anchor distT="0" distB="0" distL="114300" distR="114300" simplePos="0" relativeHeight="251658242" behindDoc="0" locked="0" layoutInCell="1" allowOverlap="1" wp14:anchorId="1C9EB705" wp14:editId="0FDFF770">
          <wp:simplePos x="0" y="0"/>
          <wp:positionH relativeFrom="column">
            <wp:posOffset>3153410</wp:posOffset>
          </wp:positionH>
          <wp:positionV relativeFrom="paragraph">
            <wp:posOffset>-9851</wp:posOffset>
          </wp:positionV>
          <wp:extent cx="2826355" cy="562500"/>
          <wp:effectExtent l="0" t="0" r="0" b="0"/>
          <wp:wrapNone/>
          <wp:docPr id="1" name="Grafik 1" descr="Ein Bild, das Text, ClipArt, Silhouet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ClipArt, Silhouette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826355" cy="562500"/>
                  </a:xfrm>
                  <a:prstGeom prst="rect">
                    <a:avLst/>
                  </a:prstGeom>
                </pic:spPr>
              </pic:pic>
            </a:graphicData>
          </a:graphic>
        </wp:anchor>
      </w:drawing>
    </w:r>
    <w:r w:rsidR="00CC59A7" w:rsidRPr="00551F8C">
      <w:rPr>
        <w:iCs/>
        <w:noProof/>
        <w:sz w:val="20"/>
        <w:szCs w:val="20"/>
      </w:rPr>
      <w:drawing>
        <wp:anchor distT="0" distB="0" distL="114300" distR="114300" simplePos="0" relativeHeight="251658241" behindDoc="0" locked="0" layoutInCell="1" allowOverlap="1" wp14:anchorId="1E243524" wp14:editId="6E177B6B">
          <wp:simplePos x="0" y="0"/>
          <wp:positionH relativeFrom="column">
            <wp:posOffset>33434</wp:posOffset>
          </wp:positionH>
          <wp:positionV relativeFrom="page">
            <wp:posOffset>848995</wp:posOffset>
          </wp:positionV>
          <wp:extent cx="2004060" cy="575945"/>
          <wp:effectExtent l="0" t="0" r="0" b="0"/>
          <wp:wrapSquare wrapText="bothSides"/>
          <wp:docPr id="9" name="Grafik 9"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graphical user interface&#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2004060" cy="575945"/>
                  </a:xfrm>
                  <a:prstGeom prst="rect">
                    <a:avLst/>
                  </a:prstGeom>
                </pic:spPr>
              </pic:pic>
            </a:graphicData>
          </a:graphic>
          <wp14:sizeRelH relativeFrom="margin">
            <wp14:pctWidth>0</wp14:pctWidth>
          </wp14:sizeRelH>
          <wp14:sizeRelV relativeFrom="margin">
            <wp14:pctHeight>0</wp14:pctHeight>
          </wp14:sizeRelV>
        </wp:anchor>
      </w:drawing>
    </w:r>
    <w:r w:rsidR="0090371F">
      <w:rPr>
        <w:noProof/>
      </w:rPr>
      <mc:AlternateContent>
        <mc:Choice Requires="wps">
          <w:drawing>
            <wp:anchor distT="0" distB="0" distL="114300" distR="114300" simplePos="0" relativeHeight="251658240" behindDoc="0" locked="0" layoutInCell="1" allowOverlap="1" wp14:anchorId="15E6B3CE" wp14:editId="4E8CAA18">
              <wp:simplePos x="0" y="0"/>
              <wp:positionH relativeFrom="column">
                <wp:posOffset>-384175</wp:posOffset>
              </wp:positionH>
              <wp:positionV relativeFrom="paragraph">
                <wp:posOffset>-344805</wp:posOffset>
              </wp:positionV>
              <wp:extent cx="6655435" cy="1417955"/>
              <wp:effectExtent l="0" t="0" r="12065" b="10795"/>
              <wp:wrapNone/>
              <wp:docPr id="5" name="Rechteck: eine Ecke abgerundet 5"/>
              <wp:cNvGraphicFramePr/>
              <a:graphic xmlns:a="http://schemas.openxmlformats.org/drawingml/2006/main">
                <a:graphicData uri="http://schemas.microsoft.com/office/word/2010/wordprocessingShape">
                  <wps:wsp>
                    <wps:cNvSpPr/>
                    <wps:spPr>
                      <a:xfrm flipV="1">
                        <a:off x="0" y="0"/>
                        <a:ext cx="6655435" cy="1417955"/>
                      </a:xfrm>
                      <a:prstGeom prst="round1Rect">
                        <a:avLst>
                          <a:gd name="adj" fmla="val 32103"/>
                        </a:avLst>
                      </a:prstGeom>
                      <a:solidFill>
                        <a:srgbClr val="004E2B"/>
                      </a:solidFill>
                    </wps:spPr>
                    <wps:style>
                      <a:lnRef idx="2">
                        <a:schemeClr val="accent1">
                          <a:shade val="50000"/>
                        </a:schemeClr>
                      </a:lnRef>
                      <a:fillRef idx="1">
                        <a:schemeClr val="accent1"/>
                      </a:fillRef>
                      <a:effectRef idx="0">
                        <a:schemeClr val="accent1"/>
                      </a:effectRef>
                      <a:fontRef idx="minor">
                        <a:schemeClr val="lt1"/>
                      </a:fontRef>
                    </wps:style>
                    <wps:txbx>
                      <w:txbxContent>
                        <w:p w14:paraId="056646C5" w14:textId="77777777" w:rsidR="00CD0BE6" w:rsidRPr="00CD0BE6" w:rsidRDefault="00CD0BE6" w:rsidP="00CD0BE6">
                          <w:pPr>
                            <w:jc w:val="center"/>
                            <w:rPr>
                              <w:rFonts w:ascii="Lexend Exa HM Xlight" w:hAnsi="Lexend Exa HM Xlight"/>
                              <w:sz w:val="42"/>
                              <w:szCs w:val="4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E6B3CE" id="Rechteck: eine Ecke abgerundet 5" o:spid="_x0000_s1026" style="position:absolute;margin-left:-30.25pt;margin-top:-27.15pt;width:524.05pt;height:111.6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655435,14179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" adj="-11796480,,5400" path="m,l6200229,v251403,,455206,203803,455206,455206l6655435,1417955,,1417955,,xe" fillcolor="#004e2b" strokecolor="#1f3763 [1604]" strokeweight="1pt">
              <v:stroke joinstyle="miter"/>
              <v:formulas/>
              <v:path arrowok="t" o:connecttype="custom" o:connectlocs="0,0;6200229,0;6655435,455206;6655435,1417955;0,1417955;0,0" o:connectangles="0,0,0,0,0,0" textboxrect="0,0,6655435,1417955"/>
              <v:textbox>
                <w:txbxContent>
                  <w:p w14:paraId="056646C5" w14:textId="77777777" w:rsidR="00CD0BE6" w:rsidRPr="00CD0BE6" w:rsidRDefault="00CD0BE6" w:rsidP="00CD0BE6">
                    <w:pPr>
                      <w:jc w:val="center"/>
                      <w:rPr>
                        <w:rFonts w:ascii="Lexend Exa HM Xlight" w:hAnsi="Lexend Exa HM Xlight"/>
                        <w:sz w:val="42"/>
                        <w:szCs w:val="42"/>
                      </w:rPr>
                    </w:pP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FB9383" w14:textId="77777777" w:rsidR="00B50ACE" w:rsidRDefault="00B50AC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ED14DC9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3F0059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D772BA6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7D0EEF24"/>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C80E7750"/>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7C4601A"/>
    <w:lvl w:ilvl="0">
      <w:start w:val="1"/>
      <w:numFmt w:val="bullet"/>
      <w:pStyle w:val="ListBullet4"/>
      <w:lvlText w:val="-"/>
      <w:lvlJc w:val="left"/>
      <w:pPr>
        <w:tabs>
          <w:tab w:val="num" w:pos="1132"/>
        </w:tabs>
        <w:ind w:left="1132" w:hanging="283"/>
      </w:pPr>
      <w:rPr>
        <w:rFonts w:ascii="Arial" w:hAnsi="Arial" w:hint="default"/>
      </w:rPr>
    </w:lvl>
  </w:abstractNum>
  <w:abstractNum w:abstractNumId="6" w15:restartNumberingAfterBreak="0">
    <w:nsid w:val="FFFFFF82"/>
    <w:multiLevelType w:val="singleLevel"/>
    <w:tmpl w:val="BF629EA2"/>
    <w:lvl w:ilvl="0">
      <w:start w:val="1"/>
      <w:numFmt w:val="bullet"/>
      <w:pStyle w:val="ListBullet3"/>
      <w:lvlText w:val=""/>
      <w:lvlJc w:val="left"/>
      <w:pPr>
        <w:tabs>
          <w:tab w:val="num" w:pos="850"/>
        </w:tabs>
        <w:ind w:left="850" w:hanging="284"/>
      </w:pPr>
      <w:rPr>
        <w:rFonts w:ascii="Wingdings" w:hAnsi="Wingdings" w:hint="default"/>
      </w:rPr>
    </w:lvl>
  </w:abstractNum>
  <w:abstractNum w:abstractNumId="7" w15:restartNumberingAfterBreak="0">
    <w:nsid w:val="FFFFFF83"/>
    <w:multiLevelType w:val="singleLevel"/>
    <w:tmpl w:val="945631B0"/>
    <w:lvl w:ilvl="0">
      <w:start w:val="1"/>
      <w:numFmt w:val="bullet"/>
      <w:pStyle w:val="ListBullet2"/>
      <w:lvlText w:val="-"/>
      <w:lvlJc w:val="left"/>
      <w:pPr>
        <w:tabs>
          <w:tab w:val="num" w:pos="566"/>
        </w:tabs>
        <w:ind w:left="566" w:hanging="283"/>
      </w:pPr>
      <w:rPr>
        <w:rFonts w:ascii="Arial" w:hAnsi="Arial" w:hint="default"/>
      </w:rPr>
    </w:lvl>
  </w:abstractNum>
  <w:abstractNum w:abstractNumId="8" w15:restartNumberingAfterBreak="0">
    <w:nsid w:val="FFFFFF88"/>
    <w:multiLevelType w:val="singleLevel"/>
    <w:tmpl w:val="06902C4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F1AAE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0554D62"/>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17E55D36"/>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67C7784A"/>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19765041">
    <w:abstractNumId w:val="9"/>
  </w:num>
  <w:num w:numId="2" w16cid:durableId="1509295601">
    <w:abstractNumId w:val="7"/>
  </w:num>
  <w:num w:numId="3" w16cid:durableId="879051265">
    <w:abstractNumId w:val="6"/>
  </w:num>
  <w:num w:numId="4" w16cid:durableId="1145926357">
    <w:abstractNumId w:val="5"/>
  </w:num>
  <w:num w:numId="5" w16cid:durableId="1347632355">
    <w:abstractNumId w:val="4"/>
  </w:num>
  <w:num w:numId="6" w16cid:durableId="134223777">
    <w:abstractNumId w:val="8"/>
  </w:num>
  <w:num w:numId="7" w16cid:durableId="1725837212">
    <w:abstractNumId w:val="3"/>
  </w:num>
  <w:num w:numId="8" w16cid:durableId="493031258">
    <w:abstractNumId w:val="2"/>
  </w:num>
  <w:num w:numId="9" w16cid:durableId="282883961">
    <w:abstractNumId w:val="1"/>
  </w:num>
  <w:num w:numId="10" w16cid:durableId="1915166908">
    <w:abstractNumId w:val="0"/>
  </w:num>
  <w:num w:numId="11" w16cid:durableId="662440408">
    <w:abstractNumId w:val="12"/>
  </w:num>
  <w:num w:numId="12" w16cid:durableId="559439087">
    <w:abstractNumId w:val="11"/>
  </w:num>
  <w:num w:numId="13" w16cid:durableId="922497466">
    <w:abstractNumId w:val="10"/>
  </w:num>
  <w:num w:numId="14" w16cid:durableId="695421667">
    <w:abstractNumId w:val="9"/>
  </w:num>
  <w:num w:numId="15" w16cid:durableId="868033379">
    <w:abstractNumId w:val="9"/>
  </w:num>
  <w:num w:numId="16" w16cid:durableId="1653562944">
    <w:abstractNumId w:val="9"/>
  </w:num>
  <w:num w:numId="17" w16cid:durableId="1885017579">
    <w:abstractNumId w:val="9"/>
  </w:num>
  <w:num w:numId="18" w16cid:durableId="1965425968">
    <w:abstractNumId w:val="9"/>
  </w:num>
  <w:num w:numId="19" w16cid:durableId="158841610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4928"/>
    <w:rsid w:val="00003153"/>
    <w:rsid w:val="000038C4"/>
    <w:rsid w:val="000077A8"/>
    <w:rsid w:val="00013749"/>
    <w:rsid w:val="000161F8"/>
    <w:rsid w:val="00021138"/>
    <w:rsid w:val="0002501D"/>
    <w:rsid w:val="00026483"/>
    <w:rsid w:val="0003231B"/>
    <w:rsid w:val="00037096"/>
    <w:rsid w:val="0003718F"/>
    <w:rsid w:val="00037316"/>
    <w:rsid w:val="00040B16"/>
    <w:rsid w:val="000468D1"/>
    <w:rsid w:val="000562D8"/>
    <w:rsid w:val="00061622"/>
    <w:rsid w:val="0007002E"/>
    <w:rsid w:val="000736CF"/>
    <w:rsid w:val="00084D0C"/>
    <w:rsid w:val="00084D57"/>
    <w:rsid w:val="000878CF"/>
    <w:rsid w:val="00087D13"/>
    <w:rsid w:val="00092FAB"/>
    <w:rsid w:val="00095D6A"/>
    <w:rsid w:val="000A3A49"/>
    <w:rsid w:val="000B05EE"/>
    <w:rsid w:val="000B4E3E"/>
    <w:rsid w:val="000B6245"/>
    <w:rsid w:val="000B6DD1"/>
    <w:rsid w:val="000B712B"/>
    <w:rsid w:val="000D1820"/>
    <w:rsid w:val="000D3A37"/>
    <w:rsid w:val="000E74D2"/>
    <w:rsid w:val="000E7B3D"/>
    <w:rsid w:val="00101E8B"/>
    <w:rsid w:val="001021B4"/>
    <w:rsid w:val="0011558D"/>
    <w:rsid w:val="0011684A"/>
    <w:rsid w:val="00120F20"/>
    <w:rsid w:val="0012141D"/>
    <w:rsid w:val="00122CF4"/>
    <w:rsid w:val="00130EB8"/>
    <w:rsid w:val="0013263D"/>
    <w:rsid w:val="00133353"/>
    <w:rsid w:val="00135715"/>
    <w:rsid w:val="001401E4"/>
    <w:rsid w:val="0014123B"/>
    <w:rsid w:val="00141956"/>
    <w:rsid w:val="00141B87"/>
    <w:rsid w:val="00152FBB"/>
    <w:rsid w:val="001577DA"/>
    <w:rsid w:val="00160754"/>
    <w:rsid w:val="001617B1"/>
    <w:rsid w:val="00161FA0"/>
    <w:rsid w:val="001645B8"/>
    <w:rsid w:val="00174928"/>
    <w:rsid w:val="00177977"/>
    <w:rsid w:val="00181A5E"/>
    <w:rsid w:val="00186AE0"/>
    <w:rsid w:val="00186CF6"/>
    <w:rsid w:val="00187281"/>
    <w:rsid w:val="00187800"/>
    <w:rsid w:val="001A1FA1"/>
    <w:rsid w:val="001B0245"/>
    <w:rsid w:val="001B18E5"/>
    <w:rsid w:val="001B5B19"/>
    <w:rsid w:val="001B7171"/>
    <w:rsid w:val="001C30E2"/>
    <w:rsid w:val="001C3A52"/>
    <w:rsid w:val="001C3F54"/>
    <w:rsid w:val="001C5B21"/>
    <w:rsid w:val="001C7D07"/>
    <w:rsid w:val="001D086E"/>
    <w:rsid w:val="001D235A"/>
    <w:rsid w:val="001E1542"/>
    <w:rsid w:val="001E35C5"/>
    <w:rsid w:val="001E6EA4"/>
    <w:rsid w:val="001F0E9C"/>
    <w:rsid w:val="001F130B"/>
    <w:rsid w:val="001F3B03"/>
    <w:rsid w:val="001F417D"/>
    <w:rsid w:val="001F5AF8"/>
    <w:rsid w:val="00201F8E"/>
    <w:rsid w:val="00203D7D"/>
    <w:rsid w:val="00204987"/>
    <w:rsid w:val="00205969"/>
    <w:rsid w:val="00211470"/>
    <w:rsid w:val="00215021"/>
    <w:rsid w:val="00217454"/>
    <w:rsid w:val="002206B2"/>
    <w:rsid w:val="00220AF3"/>
    <w:rsid w:val="00220FF8"/>
    <w:rsid w:val="0022244F"/>
    <w:rsid w:val="0022773A"/>
    <w:rsid w:val="00231AC4"/>
    <w:rsid w:val="00232CC0"/>
    <w:rsid w:val="00234674"/>
    <w:rsid w:val="0024004E"/>
    <w:rsid w:val="0025616C"/>
    <w:rsid w:val="00260C69"/>
    <w:rsid w:val="00265EA6"/>
    <w:rsid w:val="002734BE"/>
    <w:rsid w:val="002769E4"/>
    <w:rsid w:val="002904A9"/>
    <w:rsid w:val="0029158C"/>
    <w:rsid w:val="00296766"/>
    <w:rsid w:val="002A01A1"/>
    <w:rsid w:val="002A0D4F"/>
    <w:rsid w:val="002A0E9D"/>
    <w:rsid w:val="002B1DE4"/>
    <w:rsid w:val="002C13B5"/>
    <w:rsid w:val="002C5EF9"/>
    <w:rsid w:val="002C7FD9"/>
    <w:rsid w:val="002D142E"/>
    <w:rsid w:val="002D307A"/>
    <w:rsid w:val="002E08B9"/>
    <w:rsid w:val="002E4B32"/>
    <w:rsid w:val="002F4FBE"/>
    <w:rsid w:val="002F5FD2"/>
    <w:rsid w:val="00300826"/>
    <w:rsid w:val="00302EAD"/>
    <w:rsid w:val="00306CC5"/>
    <w:rsid w:val="00310A80"/>
    <w:rsid w:val="0031250B"/>
    <w:rsid w:val="0032120D"/>
    <w:rsid w:val="00324A60"/>
    <w:rsid w:val="003308E0"/>
    <w:rsid w:val="003318EC"/>
    <w:rsid w:val="0033312F"/>
    <w:rsid w:val="00333F2F"/>
    <w:rsid w:val="00336F2C"/>
    <w:rsid w:val="0033700C"/>
    <w:rsid w:val="00340040"/>
    <w:rsid w:val="003415D5"/>
    <w:rsid w:val="00344026"/>
    <w:rsid w:val="00344CAC"/>
    <w:rsid w:val="003450BC"/>
    <w:rsid w:val="003453C4"/>
    <w:rsid w:val="00345871"/>
    <w:rsid w:val="003474FF"/>
    <w:rsid w:val="003476DD"/>
    <w:rsid w:val="00350954"/>
    <w:rsid w:val="003557E6"/>
    <w:rsid w:val="00356B42"/>
    <w:rsid w:val="00367781"/>
    <w:rsid w:val="00376640"/>
    <w:rsid w:val="00376AE3"/>
    <w:rsid w:val="00380774"/>
    <w:rsid w:val="003B38AF"/>
    <w:rsid w:val="003B4086"/>
    <w:rsid w:val="003B54F2"/>
    <w:rsid w:val="003B565F"/>
    <w:rsid w:val="003B6A68"/>
    <w:rsid w:val="003B6F90"/>
    <w:rsid w:val="003C182F"/>
    <w:rsid w:val="003C248F"/>
    <w:rsid w:val="003C53F4"/>
    <w:rsid w:val="003C663D"/>
    <w:rsid w:val="003D22C0"/>
    <w:rsid w:val="003D3249"/>
    <w:rsid w:val="003D32A8"/>
    <w:rsid w:val="003D777A"/>
    <w:rsid w:val="003D7B6D"/>
    <w:rsid w:val="003F1B03"/>
    <w:rsid w:val="004057EE"/>
    <w:rsid w:val="00421A98"/>
    <w:rsid w:val="00421BE2"/>
    <w:rsid w:val="004264FC"/>
    <w:rsid w:val="0042701A"/>
    <w:rsid w:val="00431A98"/>
    <w:rsid w:val="00435D5B"/>
    <w:rsid w:val="00453D79"/>
    <w:rsid w:val="00453E24"/>
    <w:rsid w:val="00454C0F"/>
    <w:rsid w:val="004628EE"/>
    <w:rsid w:val="00463EA3"/>
    <w:rsid w:val="00467AA9"/>
    <w:rsid w:val="004711BB"/>
    <w:rsid w:val="004760FF"/>
    <w:rsid w:val="00483AEA"/>
    <w:rsid w:val="0048687B"/>
    <w:rsid w:val="004903A9"/>
    <w:rsid w:val="004910B8"/>
    <w:rsid w:val="0049152E"/>
    <w:rsid w:val="00493132"/>
    <w:rsid w:val="004A10E3"/>
    <w:rsid w:val="004A2F94"/>
    <w:rsid w:val="004A3F06"/>
    <w:rsid w:val="004B00F3"/>
    <w:rsid w:val="004C274B"/>
    <w:rsid w:val="004C3379"/>
    <w:rsid w:val="004D2B09"/>
    <w:rsid w:val="004D373C"/>
    <w:rsid w:val="004D411D"/>
    <w:rsid w:val="004D78E7"/>
    <w:rsid w:val="004D7E1F"/>
    <w:rsid w:val="004E597E"/>
    <w:rsid w:val="004E5AE0"/>
    <w:rsid w:val="004E5B76"/>
    <w:rsid w:val="004E636C"/>
    <w:rsid w:val="004E70B9"/>
    <w:rsid w:val="004F5B2A"/>
    <w:rsid w:val="004F643B"/>
    <w:rsid w:val="00507170"/>
    <w:rsid w:val="005071C1"/>
    <w:rsid w:val="00510DC6"/>
    <w:rsid w:val="005122FE"/>
    <w:rsid w:val="00512938"/>
    <w:rsid w:val="00516818"/>
    <w:rsid w:val="005228DF"/>
    <w:rsid w:val="0053147C"/>
    <w:rsid w:val="005342FE"/>
    <w:rsid w:val="0053515F"/>
    <w:rsid w:val="00540386"/>
    <w:rsid w:val="00551F8C"/>
    <w:rsid w:val="00552E70"/>
    <w:rsid w:val="00570E41"/>
    <w:rsid w:val="00574249"/>
    <w:rsid w:val="0058273B"/>
    <w:rsid w:val="00584B55"/>
    <w:rsid w:val="0059030F"/>
    <w:rsid w:val="00595198"/>
    <w:rsid w:val="005A66F6"/>
    <w:rsid w:val="005B0D74"/>
    <w:rsid w:val="005B4B9B"/>
    <w:rsid w:val="005B52E9"/>
    <w:rsid w:val="005B7645"/>
    <w:rsid w:val="005C0F04"/>
    <w:rsid w:val="005C3ABB"/>
    <w:rsid w:val="005C3B68"/>
    <w:rsid w:val="005C5D55"/>
    <w:rsid w:val="005D4D0A"/>
    <w:rsid w:val="005E1D6B"/>
    <w:rsid w:val="005E3575"/>
    <w:rsid w:val="005E4DC6"/>
    <w:rsid w:val="005E50D1"/>
    <w:rsid w:val="005E6C7D"/>
    <w:rsid w:val="005F0196"/>
    <w:rsid w:val="005F2D9A"/>
    <w:rsid w:val="005F48CC"/>
    <w:rsid w:val="006038B3"/>
    <w:rsid w:val="00611B96"/>
    <w:rsid w:val="00613555"/>
    <w:rsid w:val="0061497A"/>
    <w:rsid w:val="0062206C"/>
    <w:rsid w:val="006227BC"/>
    <w:rsid w:val="00624DB8"/>
    <w:rsid w:val="0062563B"/>
    <w:rsid w:val="00630258"/>
    <w:rsid w:val="00632C42"/>
    <w:rsid w:val="006341EE"/>
    <w:rsid w:val="00636635"/>
    <w:rsid w:val="00641EBA"/>
    <w:rsid w:val="00643653"/>
    <w:rsid w:val="00644B83"/>
    <w:rsid w:val="0064546C"/>
    <w:rsid w:val="00645B2F"/>
    <w:rsid w:val="006541EF"/>
    <w:rsid w:val="00656A43"/>
    <w:rsid w:val="00663BB1"/>
    <w:rsid w:val="00665F85"/>
    <w:rsid w:val="0066795D"/>
    <w:rsid w:val="00673CA0"/>
    <w:rsid w:val="0068023E"/>
    <w:rsid w:val="0068148C"/>
    <w:rsid w:val="006858EA"/>
    <w:rsid w:val="0069028A"/>
    <w:rsid w:val="006910BE"/>
    <w:rsid w:val="006A598C"/>
    <w:rsid w:val="006A5DC4"/>
    <w:rsid w:val="006A6DA7"/>
    <w:rsid w:val="006B0747"/>
    <w:rsid w:val="006B34C2"/>
    <w:rsid w:val="006B6284"/>
    <w:rsid w:val="006B78AD"/>
    <w:rsid w:val="006C1BA0"/>
    <w:rsid w:val="006C3C85"/>
    <w:rsid w:val="006D2A7D"/>
    <w:rsid w:val="006E1065"/>
    <w:rsid w:val="006E192F"/>
    <w:rsid w:val="006E2DD9"/>
    <w:rsid w:val="006E6AF8"/>
    <w:rsid w:val="00702992"/>
    <w:rsid w:val="007064F3"/>
    <w:rsid w:val="00710730"/>
    <w:rsid w:val="007335F1"/>
    <w:rsid w:val="00736C68"/>
    <w:rsid w:val="007370F4"/>
    <w:rsid w:val="00743C98"/>
    <w:rsid w:val="00751D58"/>
    <w:rsid w:val="00760D65"/>
    <w:rsid w:val="00761250"/>
    <w:rsid w:val="007714C5"/>
    <w:rsid w:val="007742CB"/>
    <w:rsid w:val="00775A0F"/>
    <w:rsid w:val="00782D21"/>
    <w:rsid w:val="007831BE"/>
    <w:rsid w:val="00786D20"/>
    <w:rsid w:val="0079192F"/>
    <w:rsid w:val="007922FE"/>
    <w:rsid w:val="007946CA"/>
    <w:rsid w:val="00797188"/>
    <w:rsid w:val="007A05BD"/>
    <w:rsid w:val="007A4F0E"/>
    <w:rsid w:val="007A6CF0"/>
    <w:rsid w:val="007B04A9"/>
    <w:rsid w:val="007D5F1D"/>
    <w:rsid w:val="007D6113"/>
    <w:rsid w:val="007D6480"/>
    <w:rsid w:val="007E4FCA"/>
    <w:rsid w:val="007F36B2"/>
    <w:rsid w:val="007F680E"/>
    <w:rsid w:val="007F7441"/>
    <w:rsid w:val="00806F66"/>
    <w:rsid w:val="00813FF2"/>
    <w:rsid w:val="008222C8"/>
    <w:rsid w:val="008279E7"/>
    <w:rsid w:val="00836F8A"/>
    <w:rsid w:val="00840B7F"/>
    <w:rsid w:val="00841C42"/>
    <w:rsid w:val="0084277B"/>
    <w:rsid w:val="00847694"/>
    <w:rsid w:val="008515E8"/>
    <w:rsid w:val="00856CE7"/>
    <w:rsid w:val="0085BD2F"/>
    <w:rsid w:val="008613FF"/>
    <w:rsid w:val="00865F13"/>
    <w:rsid w:val="00867615"/>
    <w:rsid w:val="008703B2"/>
    <w:rsid w:val="00872BE1"/>
    <w:rsid w:val="00876054"/>
    <w:rsid w:val="00880A5C"/>
    <w:rsid w:val="00884D72"/>
    <w:rsid w:val="00885D83"/>
    <w:rsid w:val="00886573"/>
    <w:rsid w:val="00890A8A"/>
    <w:rsid w:val="0089339C"/>
    <w:rsid w:val="008A46C5"/>
    <w:rsid w:val="008B1CEC"/>
    <w:rsid w:val="008B1E55"/>
    <w:rsid w:val="008B6C52"/>
    <w:rsid w:val="008C0A36"/>
    <w:rsid w:val="008C4362"/>
    <w:rsid w:val="008D2AF0"/>
    <w:rsid w:val="008D4F46"/>
    <w:rsid w:val="008E4542"/>
    <w:rsid w:val="0090371F"/>
    <w:rsid w:val="00907B5B"/>
    <w:rsid w:val="00912C8F"/>
    <w:rsid w:val="00913F9A"/>
    <w:rsid w:val="00922F20"/>
    <w:rsid w:val="0093163F"/>
    <w:rsid w:val="00934818"/>
    <w:rsid w:val="00936614"/>
    <w:rsid w:val="009448CC"/>
    <w:rsid w:val="009458BA"/>
    <w:rsid w:val="009466E9"/>
    <w:rsid w:val="00947471"/>
    <w:rsid w:val="00954956"/>
    <w:rsid w:val="009554E3"/>
    <w:rsid w:val="00957EC4"/>
    <w:rsid w:val="00957F53"/>
    <w:rsid w:val="00960478"/>
    <w:rsid w:val="009670CD"/>
    <w:rsid w:val="00971DA2"/>
    <w:rsid w:val="009741D8"/>
    <w:rsid w:val="00983451"/>
    <w:rsid w:val="00996B84"/>
    <w:rsid w:val="009A3920"/>
    <w:rsid w:val="009A5AAC"/>
    <w:rsid w:val="009A60E3"/>
    <w:rsid w:val="009C08EA"/>
    <w:rsid w:val="009C5DC2"/>
    <w:rsid w:val="009C7644"/>
    <w:rsid w:val="009D1638"/>
    <w:rsid w:val="009D1E05"/>
    <w:rsid w:val="009D433C"/>
    <w:rsid w:val="009D4DB6"/>
    <w:rsid w:val="009D6B27"/>
    <w:rsid w:val="009F14DC"/>
    <w:rsid w:val="009F3F15"/>
    <w:rsid w:val="00A034EA"/>
    <w:rsid w:val="00A0732D"/>
    <w:rsid w:val="00A1590A"/>
    <w:rsid w:val="00A15C71"/>
    <w:rsid w:val="00A179BF"/>
    <w:rsid w:val="00A22652"/>
    <w:rsid w:val="00A25220"/>
    <w:rsid w:val="00A2554C"/>
    <w:rsid w:val="00A30653"/>
    <w:rsid w:val="00A336C7"/>
    <w:rsid w:val="00A340EF"/>
    <w:rsid w:val="00A35B4F"/>
    <w:rsid w:val="00A40F00"/>
    <w:rsid w:val="00A421FA"/>
    <w:rsid w:val="00A43153"/>
    <w:rsid w:val="00A47BC8"/>
    <w:rsid w:val="00A53E05"/>
    <w:rsid w:val="00A57D79"/>
    <w:rsid w:val="00A6415A"/>
    <w:rsid w:val="00A7308C"/>
    <w:rsid w:val="00A7394B"/>
    <w:rsid w:val="00A754DF"/>
    <w:rsid w:val="00A75E74"/>
    <w:rsid w:val="00A81855"/>
    <w:rsid w:val="00A82037"/>
    <w:rsid w:val="00A8229A"/>
    <w:rsid w:val="00A82659"/>
    <w:rsid w:val="00A9299E"/>
    <w:rsid w:val="00A94352"/>
    <w:rsid w:val="00A961C1"/>
    <w:rsid w:val="00A96C9D"/>
    <w:rsid w:val="00AA1411"/>
    <w:rsid w:val="00AC3896"/>
    <w:rsid w:val="00AE1879"/>
    <w:rsid w:val="00AE563E"/>
    <w:rsid w:val="00AE5E09"/>
    <w:rsid w:val="00AE72EE"/>
    <w:rsid w:val="00AF28B7"/>
    <w:rsid w:val="00AF2E73"/>
    <w:rsid w:val="00AF700A"/>
    <w:rsid w:val="00B00EC5"/>
    <w:rsid w:val="00B02A95"/>
    <w:rsid w:val="00B02C88"/>
    <w:rsid w:val="00B12239"/>
    <w:rsid w:val="00B134F9"/>
    <w:rsid w:val="00B17AEC"/>
    <w:rsid w:val="00B17BB4"/>
    <w:rsid w:val="00B223AB"/>
    <w:rsid w:val="00B3045A"/>
    <w:rsid w:val="00B31472"/>
    <w:rsid w:val="00B358EB"/>
    <w:rsid w:val="00B40304"/>
    <w:rsid w:val="00B444DE"/>
    <w:rsid w:val="00B50ACE"/>
    <w:rsid w:val="00B51CDA"/>
    <w:rsid w:val="00B5289C"/>
    <w:rsid w:val="00B5735C"/>
    <w:rsid w:val="00B60E7D"/>
    <w:rsid w:val="00B70049"/>
    <w:rsid w:val="00B70EA5"/>
    <w:rsid w:val="00B71948"/>
    <w:rsid w:val="00B82EBF"/>
    <w:rsid w:val="00B8592E"/>
    <w:rsid w:val="00B87443"/>
    <w:rsid w:val="00B87F47"/>
    <w:rsid w:val="00B960C8"/>
    <w:rsid w:val="00BA1F72"/>
    <w:rsid w:val="00BA3D73"/>
    <w:rsid w:val="00BA72CF"/>
    <w:rsid w:val="00BB1849"/>
    <w:rsid w:val="00BB3020"/>
    <w:rsid w:val="00BB6E45"/>
    <w:rsid w:val="00BC0E9D"/>
    <w:rsid w:val="00BC4A0B"/>
    <w:rsid w:val="00BC5A52"/>
    <w:rsid w:val="00BC6376"/>
    <w:rsid w:val="00BE60B3"/>
    <w:rsid w:val="00BF55C0"/>
    <w:rsid w:val="00C06210"/>
    <w:rsid w:val="00C077D1"/>
    <w:rsid w:val="00C17D36"/>
    <w:rsid w:val="00C23215"/>
    <w:rsid w:val="00C3359A"/>
    <w:rsid w:val="00C34982"/>
    <w:rsid w:val="00C40557"/>
    <w:rsid w:val="00C40AC1"/>
    <w:rsid w:val="00C51B03"/>
    <w:rsid w:val="00C52E93"/>
    <w:rsid w:val="00C571F5"/>
    <w:rsid w:val="00C641C9"/>
    <w:rsid w:val="00C726BB"/>
    <w:rsid w:val="00C74C47"/>
    <w:rsid w:val="00C809B1"/>
    <w:rsid w:val="00C80A65"/>
    <w:rsid w:val="00C81BFB"/>
    <w:rsid w:val="00C8495D"/>
    <w:rsid w:val="00C868B5"/>
    <w:rsid w:val="00C871B2"/>
    <w:rsid w:val="00C90FDD"/>
    <w:rsid w:val="00C959B6"/>
    <w:rsid w:val="00CA3CE3"/>
    <w:rsid w:val="00CA3EA8"/>
    <w:rsid w:val="00CA6DCD"/>
    <w:rsid w:val="00CB7D5B"/>
    <w:rsid w:val="00CC1451"/>
    <w:rsid w:val="00CC4C84"/>
    <w:rsid w:val="00CC51B0"/>
    <w:rsid w:val="00CC59A7"/>
    <w:rsid w:val="00CC7E86"/>
    <w:rsid w:val="00CD0BE6"/>
    <w:rsid w:val="00CD2B69"/>
    <w:rsid w:val="00CE32CA"/>
    <w:rsid w:val="00CF4B45"/>
    <w:rsid w:val="00D02ACE"/>
    <w:rsid w:val="00D12B63"/>
    <w:rsid w:val="00D20302"/>
    <w:rsid w:val="00D2240C"/>
    <w:rsid w:val="00D233AC"/>
    <w:rsid w:val="00D26476"/>
    <w:rsid w:val="00D26FF8"/>
    <w:rsid w:val="00D3000E"/>
    <w:rsid w:val="00D3258E"/>
    <w:rsid w:val="00D3558A"/>
    <w:rsid w:val="00D36E76"/>
    <w:rsid w:val="00D37112"/>
    <w:rsid w:val="00D40226"/>
    <w:rsid w:val="00D419FE"/>
    <w:rsid w:val="00D44CFA"/>
    <w:rsid w:val="00D536FC"/>
    <w:rsid w:val="00D63281"/>
    <w:rsid w:val="00D65A1E"/>
    <w:rsid w:val="00D73F21"/>
    <w:rsid w:val="00D86DB6"/>
    <w:rsid w:val="00D9512B"/>
    <w:rsid w:val="00D957FE"/>
    <w:rsid w:val="00D97B8A"/>
    <w:rsid w:val="00DB0B19"/>
    <w:rsid w:val="00DB3AF1"/>
    <w:rsid w:val="00DB7FB9"/>
    <w:rsid w:val="00DC5F3A"/>
    <w:rsid w:val="00DD0CDC"/>
    <w:rsid w:val="00DD3ABC"/>
    <w:rsid w:val="00DD48DF"/>
    <w:rsid w:val="00DD4DAF"/>
    <w:rsid w:val="00DD577A"/>
    <w:rsid w:val="00DE2F6B"/>
    <w:rsid w:val="00DE7731"/>
    <w:rsid w:val="00DF16F7"/>
    <w:rsid w:val="00DF5A35"/>
    <w:rsid w:val="00DF7D7E"/>
    <w:rsid w:val="00E02E2C"/>
    <w:rsid w:val="00E07519"/>
    <w:rsid w:val="00E11E44"/>
    <w:rsid w:val="00E11FFF"/>
    <w:rsid w:val="00E139DB"/>
    <w:rsid w:val="00E44856"/>
    <w:rsid w:val="00E47C9F"/>
    <w:rsid w:val="00E55970"/>
    <w:rsid w:val="00E735E5"/>
    <w:rsid w:val="00E75950"/>
    <w:rsid w:val="00E80E30"/>
    <w:rsid w:val="00E97B1A"/>
    <w:rsid w:val="00EA0C55"/>
    <w:rsid w:val="00EA14E6"/>
    <w:rsid w:val="00EA360F"/>
    <w:rsid w:val="00EA64E1"/>
    <w:rsid w:val="00EA708E"/>
    <w:rsid w:val="00EB209B"/>
    <w:rsid w:val="00EC7FD5"/>
    <w:rsid w:val="00ED75BB"/>
    <w:rsid w:val="00ED7D8C"/>
    <w:rsid w:val="00EE0454"/>
    <w:rsid w:val="00EE4D9D"/>
    <w:rsid w:val="00F00ADD"/>
    <w:rsid w:val="00F07551"/>
    <w:rsid w:val="00F10681"/>
    <w:rsid w:val="00F170AF"/>
    <w:rsid w:val="00F25F51"/>
    <w:rsid w:val="00F31380"/>
    <w:rsid w:val="00F31979"/>
    <w:rsid w:val="00F3363F"/>
    <w:rsid w:val="00F34F74"/>
    <w:rsid w:val="00F355B7"/>
    <w:rsid w:val="00F43D51"/>
    <w:rsid w:val="00F45510"/>
    <w:rsid w:val="00F45C1B"/>
    <w:rsid w:val="00F45C4D"/>
    <w:rsid w:val="00F50940"/>
    <w:rsid w:val="00F51E08"/>
    <w:rsid w:val="00F5595D"/>
    <w:rsid w:val="00F64D54"/>
    <w:rsid w:val="00F67BD1"/>
    <w:rsid w:val="00F70041"/>
    <w:rsid w:val="00F7177F"/>
    <w:rsid w:val="00F717A1"/>
    <w:rsid w:val="00F71F42"/>
    <w:rsid w:val="00F74048"/>
    <w:rsid w:val="00F753E8"/>
    <w:rsid w:val="00F75B49"/>
    <w:rsid w:val="00F7609A"/>
    <w:rsid w:val="00F76DD2"/>
    <w:rsid w:val="00F770DC"/>
    <w:rsid w:val="00F863DF"/>
    <w:rsid w:val="00F9483B"/>
    <w:rsid w:val="00F9576D"/>
    <w:rsid w:val="00F962E2"/>
    <w:rsid w:val="00F9698A"/>
    <w:rsid w:val="00FA5BA8"/>
    <w:rsid w:val="00FA7A6B"/>
    <w:rsid w:val="00FD04AE"/>
    <w:rsid w:val="00FD30BF"/>
    <w:rsid w:val="00FD6D69"/>
    <w:rsid w:val="00FE370D"/>
    <w:rsid w:val="00FE4A7E"/>
    <w:rsid w:val="00FE511A"/>
    <w:rsid w:val="00FF1FA8"/>
    <w:rsid w:val="00FF2B45"/>
    <w:rsid w:val="00FF36F7"/>
    <w:rsid w:val="00FF5E1F"/>
    <w:rsid w:val="0932CD5C"/>
    <w:rsid w:val="0B8583B8"/>
    <w:rsid w:val="14ACFBFE"/>
    <w:rsid w:val="1606EFE5"/>
    <w:rsid w:val="278641F2"/>
    <w:rsid w:val="28F3E1E1"/>
    <w:rsid w:val="31E2CB78"/>
    <w:rsid w:val="34224C25"/>
    <w:rsid w:val="34C33C19"/>
    <w:rsid w:val="3CE92FB7"/>
    <w:rsid w:val="3E97FE51"/>
    <w:rsid w:val="4454CBA1"/>
    <w:rsid w:val="4B11BB06"/>
    <w:rsid w:val="4D4EA786"/>
    <w:rsid w:val="549D9908"/>
    <w:rsid w:val="5AC750C1"/>
    <w:rsid w:val="6B785CF7"/>
    <w:rsid w:val="7284C1C4"/>
    <w:rsid w:val="75D4E619"/>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F72F1C"/>
  <w15:chartTrackingRefBased/>
  <w15:docId w15:val="{1CB7514B-BFA0-4092-9B1F-3C069CDC6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D75BB"/>
    <w:pPr>
      <w:spacing w:line="300" w:lineRule="atLeast"/>
    </w:pPr>
    <w:rPr>
      <w:rFonts w:ascii="Calibri" w:hAnsi="Calibri"/>
      <w:sz w:val="22"/>
      <w:szCs w:val="24"/>
    </w:rPr>
  </w:style>
  <w:style w:type="paragraph" w:styleId="Heading1">
    <w:name w:val="heading 1"/>
    <w:basedOn w:val="Normal"/>
    <w:next w:val="Normal"/>
    <w:qFormat/>
    <w:rsid w:val="00ED75BB"/>
    <w:pPr>
      <w:keepNext/>
      <w:spacing w:before="240" w:after="60"/>
      <w:outlineLvl w:val="0"/>
    </w:pPr>
    <w:rPr>
      <w:rFonts w:cs="Arial"/>
      <w:b/>
      <w:bCs/>
      <w:kern w:val="32"/>
      <w:sz w:val="32"/>
      <w:szCs w:val="32"/>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pPr>
      <w:keepNext/>
      <w:spacing w:before="240" w:after="60"/>
      <w:outlineLvl w:val="2"/>
    </w:pPr>
    <w:rPr>
      <w:rFonts w:cs="Arial"/>
      <w:b/>
      <w:bCs/>
      <w:sz w:val="26"/>
      <w:szCs w:val="26"/>
    </w:rPr>
  </w:style>
  <w:style w:type="paragraph" w:styleId="Heading4">
    <w:name w:val="heading 4"/>
    <w:basedOn w:val="Normal"/>
    <w:next w:val="Normal"/>
    <w:link w:val="Heading4Char"/>
    <w:semiHidden/>
    <w:unhideWhenUsed/>
    <w:qFormat/>
    <w:rsid w:val="00D26476"/>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semiHidden/>
    <w:unhideWhenUsed/>
    <w:qFormat/>
    <w:rsid w:val="00D26476"/>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semiHidden/>
    <w:unhideWhenUsed/>
    <w:qFormat/>
    <w:rsid w:val="00D26476"/>
    <w:pPr>
      <w:keepNext/>
      <w:keepLines/>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semiHidden/>
    <w:unhideWhenUsed/>
    <w:qFormat/>
    <w:rsid w:val="00D26476"/>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semiHidden/>
    <w:unhideWhenUsed/>
    <w:qFormat/>
    <w:rsid w:val="00D26476"/>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D26476"/>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552E70"/>
    <w:pPr>
      <w:numPr>
        <w:numId w:val="1"/>
      </w:numPr>
      <w:tabs>
        <w:tab w:val="clear" w:pos="360"/>
        <w:tab w:val="num" w:pos="284"/>
      </w:tabs>
      <w:ind w:left="284" w:hanging="284"/>
    </w:pPr>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character" w:styleId="PageNumber">
    <w:name w:val="page number"/>
    <w:basedOn w:val="DefaultParagraphFont"/>
  </w:style>
  <w:style w:type="paragraph" w:styleId="ListBullet2">
    <w:name w:val="List Bullet 2"/>
    <w:basedOn w:val="Normal"/>
    <w:rsid w:val="00552E70"/>
    <w:pPr>
      <w:numPr>
        <w:numId w:val="2"/>
      </w:numPr>
    </w:pPr>
  </w:style>
  <w:style w:type="paragraph" w:styleId="ListBullet3">
    <w:name w:val="List Bullet 3"/>
    <w:basedOn w:val="Normal"/>
    <w:rsid w:val="00552E70"/>
    <w:pPr>
      <w:numPr>
        <w:numId w:val="3"/>
      </w:numPr>
    </w:pPr>
  </w:style>
  <w:style w:type="paragraph" w:styleId="ListBullet4">
    <w:name w:val="List Bullet 4"/>
    <w:basedOn w:val="Normal"/>
    <w:rsid w:val="00552E70"/>
    <w:pPr>
      <w:numPr>
        <w:numId w:val="4"/>
      </w:numPr>
    </w:pPr>
  </w:style>
  <w:style w:type="paragraph" w:styleId="ListBullet5">
    <w:name w:val="List Bullet 5"/>
    <w:basedOn w:val="Normal"/>
    <w:rsid w:val="00552E70"/>
    <w:pPr>
      <w:numPr>
        <w:numId w:val="5"/>
      </w:numPr>
    </w:pPr>
  </w:style>
  <w:style w:type="table" w:styleId="TableGrid">
    <w:name w:val="Table Grid"/>
    <w:basedOn w:val="TableNormal"/>
    <w:rsid w:val="00880A5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NoList"/>
    <w:semiHidden/>
    <w:unhideWhenUsed/>
    <w:rsid w:val="00D26476"/>
    <w:pPr>
      <w:numPr>
        <w:numId w:val="11"/>
      </w:numPr>
    </w:pPr>
  </w:style>
  <w:style w:type="numbering" w:styleId="1ai">
    <w:name w:val="Outline List 1"/>
    <w:basedOn w:val="NoList"/>
    <w:semiHidden/>
    <w:unhideWhenUsed/>
    <w:rsid w:val="00D26476"/>
    <w:pPr>
      <w:numPr>
        <w:numId w:val="12"/>
      </w:numPr>
    </w:pPr>
  </w:style>
  <w:style w:type="character" w:customStyle="1" w:styleId="Heading4Char">
    <w:name w:val="Heading 4 Char"/>
    <w:basedOn w:val="DefaultParagraphFont"/>
    <w:link w:val="Heading4"/>
    <w:semiHidden/>
    <w:rsid w:val="00D26476"/>
    <w:rPr>
      <w:rFonts w:asciiTheme="majorHAnsi" w:eastAsiaTheme="majorEastAsia" w:hAnsiTheme="majorHAnsi" w:cstheme="majorBidi"/>
      <w:i/>
      <w:iCs/>
      <w:color w:val="2F5496" w:themeColor="accent1" w:themeShade="BF"/>
      <w:sz w:val="22"/>
      <w:szCs w:val="24"/>
      <w:lang w:val="en-US"/>
    </w:rPr>
  </w:style>
  <w:style w:type="character" w:customStyle="1" w:styleId="Heading5Char">
    <w:name w:val="Heading 5 Char"/>
    <w:basedOn w:val="DefaultParagraphFont"/>
    <w:link w:val="Heading5"/>
    <w:semiHidden/>
    <w:rsid w:val="00D26476"/>
    <w:rPr>
      <w:rFonts w:asciiTheme="majorHAnsi" w:eastAsiaTheme="majorEastAsia" w:hAnsiTheme="majorHAnsi" w:cstheme="majorBidi"/>
      <w:color w:val="2F5496" w:themeColor="accent1" w:themeShade="BF"/>
      <w:sz w:val="22"/>
      <w:szCs w:val="24"/>
      <w:lang w:val="en-US"/>
    </w:rPr>
  </w:style>
  <w:style w:type="character" w:customStyle="1" w:styleId="Heading6Char">
    <w:name w:val="Heading 6 Char"/>
    <w:basedOn w:val="DefaultParagraphFont"/>
    <w:link w:val="Heading6"/>
    <w:semiHidden/>
    <w:rsid w:val="00D26476"/>
    <w:rPr>
      <w:rFonts w:asciiTheme="majorHAnsi" w:eastAsiaTheme="majorEastAsia" w:hAnsiTheme="majorHAnsi" w:cstheme="majorBidi"/>
      <w:color w:val="1F3763" w:themeColor="accent1" w:themeShade="7F"/>
      <w:sz w:val="22"/>
      <w:szCs w:val="24"/>
      <w:lang w:val="en-US"/>
    </w:rPr>
  </w:style>
  <w:style w:type="character" w:customStyle="1" w:styleId="Heading7Char">
    <w:name w:val="Heading 7 Char"/>
    <w:basedOn w:val="DefaultParagraphFont"/>
    <w:link w:val="Heading7"/>
    <w:semiHidden/>
    <w:rsid w:val="00D26476"/>
    <w:rPr>
      <w:rFonts w:asciiTheme="majorHAnsi" w:eastAsiaTheme="majorEastAsia" w:hAnsiTheme="majorHAnsi" w:cstheme="majorBidi"/>
      <w:i/>
      <w:iCs/>
      <w:color w:val="1F3763" w:themeColor="accent1" w:themeShade="7F"/>
      <w:sz w:val="22"/>
      <w:szCs w:val="24"/>
      <w:lang w:val="en-US"/>
    </w:rPr>
  </w:style>
  <w:style w:type="character" w:customStyle="1" w:styleId="Heading8Char">
    <w:name w:val="Heading 8 Char"/>
    <w:basedOn w:val="DefaultParagraphFont"/>
    <w:link w:val="Heading8"/>
    <w:semiHidden/>
    <w:rsid w:val="00D26476"/>
    <w:rPr>
      <w:rFonts w:asciiTheme="majorHAnsi" w:eastAsiaTheme="majorEastAsia" w:hAnsiTheme="majorHAnsi" w:cstheme="majorBidi"/>
      <w:color w:val="272727" w:themeColor="text1" w:themeTint="D8"/>
      <w:sz w:val="21"/>
      <w:szCs w:val="21"/>
      <w:lang w:val="en-US"/>
    </w:rPr>
  </w:style>
  <w:style w:type="character" w:customStyle="1" w:styleId="Heading9Char">
    <w:name w:val="Heading 9 Char"/>
    <w:basedOn w:val="DefaultParagraphFont"/>
    <w:link w:val="Heading9"/>
    <w:semiHidden/>
    <w:rsid w:val="00D26476"/>
    <w:rPr>
      <w:rFonts w:asciiTheme="majorHAnsi" w:eastAsiaTheme="majorEastAsia" w:hAnsiTheme="majorHAnsi" w:cstheme="majorBidi"/>
      <w:i/>
      <w:iCs/>
      <w:color w:val="272727" w:themeColor="text1" w:themeTint="D8"/>
      <w:sz w:val="21"/>
      <w:szCs w:val="21"/>
      <w:lang w:val="en-US"/>
    </w:rPr>
  </w:style>
  <w:style w:type="numbering" w:styleId="ArticleSection">
    <w:name w:val="Outline List 3"/>
    <w:basedOn w:val="NoList"/>
    <w:semiHidden/>
    <w:unhideWhenUsed/>
    <w:rsid w:val="00D26476"/>
    <w:pPr>
      <w:numPr>
        <w:numId w:val="13"/>
      </w:numPr>
    </w:pPr>
  </w:style>
  <w:style w:type="paragraph" w:styleId="BalloonText">
    <w:name w:val="Balloon Text"/>
    <w:basedOn w:val="Normal"/>
    <w:link w:val="BalloonTextChar"/>
    <w:semiHidden/>
    <w:unhideWhenUsed/>
    <w:rsid w:val="00D2647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D26476"/>
    <w:rPr>
      <w:rFonts w:ascii="Segoe UI" w:hAnsi="Segoe UI" w:cs="Segoe UI"/>
      <w:sz w:val="18"/>
      <w:szCs w:val="18"/>
      <w:lang w:val="en-US"/>
    </w:rPr>
  </w:style>
  <w:style w:type="paragraph" w:styleId="Bibliography">
    <w:name w:val="Bibliography"/>
    <w:basedOn w:val="Normal"/>
    <w:next w:val="Normal"/>
    <w:uiPriority w:val="37"/>
    <w:semiHidden/>
    <w:unhideWhenUsed/>
    <w:rsid w:val="00D26476"/>
  </w:style>
  <w:style w:type="paragraph" w:styleId="BlockText">
    <w:name w:val="Block Text"/>
    <w:basedOn w:val="Normal"/>
    <w:rsid w:val="00D26476"/>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paragraph" w:styleId="BodyText">
    <w:name w:val="Body Text"/>
    <w:basedOn w:val="Normal"/>
    <w:link w:val="BodyTextChar"/>
    <w:rsid w:val="00D26476"/>
    <w:pPr>
      <w:spacing w:after="120"/>
    </w:pPr>
  </w:style>
  <w:style w:type="character" w:customStyle="1" w:styleId="BodyTextChar">
    <w:name w:val="Body Text Char"/>
    <w:basedOn w:val="DefaultParagraphFont"/>
    <w:link w:val="BodyText"/>
    <w:rsid w:val="00D26476"/>
    <w:rPr>
      <w:rFonts w:ascii="Calibri" w:hAnsi="Calibri"/>
      <w:sz w:val="22"/>
      <w:szCs w:val="24"/>
      <w:lang w:val="en-US"/>
    </w:rPr>
  </w:style>
  <w:style w:type="paragraph" w:styleId="BodyText2">
    <w:name w:val="Body Text 2"/>
    <w:basedOn w:val="Normal"/>
    <w:link w:val="BodyText2Char"/>
    <w:rsid w:val="00D26476"/>
    <w:pPr>
      <w:spacing w:after="120" w:line="480" w:lineRule="auto"/>
    </w:pPr>
  </w:style>
  <w:style w:type="character" w:customStyle="1" w:styleId="BodyText2Char">
    <w:name w:val="Body Text 2 Char"/>
    <w:basedOn w:val="DefaultParagraphFont"/>
    <w:link w:val="BodyText2"/>
    <w:rsid w:val="00D26476"/>
    <w:rPr>
      <w:rFonts w:ascii="Calibri" w:hAnsi="Calibri"/>
      <w:sz w:val="22"/>
      <w:szCs w:val="24"/>
      <w:lang w:val="en-US"/>
    </w:rPr>
  </w:style>
  <w:style w:type="paragraph" w:styleId="BodyText3">
    <w:name w:val="Body Text 3"/>
    <w:basedOn w:val="Normal"/>
    <w:link w:val="BodyText3Char"/>
    <w:rsid w:val="00D26476"/>
    <w:pPr>
      <w:spacing w:after="120"/>
    </w:pPr>
    <w:rPr>
      <w:sz w:val="16"/>
      <w:szCs w:val="16"/>
    </w:rPr>
  </w:style>
  <w:style w:type="character" w:customStyle="1" w:styleId="BodyText3Char">
    <w:name w:val="Body Text 3 Char"/>
    <w:basedOn w:val="DefaultParagraphFont"/>
    <w:link w:val="BodyText3"/>
    <w:rsid w:val="00D26476"/>
    <w:rPr>
      <w:rFonts w:ascii="Calibri" w:hAnsi="Calibri"/>
      <w:sz w:val="16"/>
      <w:szCs w:val="16"/>
      <w:lang w:val="en-US"/>
    </w:rPr>
  </w:style>
  <w:style w:type="paragraph" w:styleId="BodyTextFirstIndent">
    <w:name w:val="Body Text First Indent"/>
    <w:basedOn w:val="BodyText"/>
    <w:link w:val="BodyTextFirstIndentChar"/>
    <w:rsid w:val="00D26476"/>
    <w:pPr>
      <w:spacing w:after="0"/>
      <w:ind w:firstLine="360"/>
    </w:pPr>
  </w:style>
  <w:style w:type="character" w:customStyle="1" w:styleId="BodyTextFirstIndentChar">
    <w:name w:val="Body Text First Indent Char"/>
    <w:basedOn w:val="BodyTextChar"/>
    <w:link w:val="BodyTextFirstIndent"/>
    <w:rsid w:val="00D26476"/>
    <w:rPr>
      <w:rFonts w:ascii="Calibri" w:hAnsi="Calibri"/>
      <w:sz w:val="22"/>
      <w:szCs w:val="24"/>
      <w:lang w:val="en-US"/>
    </w:rPr>
  </w:style>
  <w:style w:type="paragraph" w:styleId="BodyTextIndent">
    <w:name w:val="Body Text Indent"/>
    <w:basedOn w:val="Normal"/>
    <w:link w:val="BodyTextIndentChar"/>
    <w:rsid w:val="00D26476"/>
    <w:pPr>
      <w:spacing w:after="120"/>
      <w:ind w:left="283"/>
    </w:pPr>
  </w:style>
  <w:style w:type="character" w:customStyle="1" w:styleId="BodyTextIndentChar">
    <w:name w:val="Body Text Indent Char"/>
    <w:basedOn w:val="DefaultParagraphFont"/>
    <w:link w:val="BodyTextIndent"/>
    <w:rsid w:val="00D26476"/>
    <w:rPr>
      <w:rFonts w:ascii="Calibri" w:hAnsi="Calibri"/>
      <w:sz w:val="22"/>
      <w:szCs w:val="24"/>
      <w:lang w:val="en-US"/>
    </w:rPr>
  </w:style>
  <w:style w:type="paragraph" w:styleId="BodyTextFirstIndent2">
    <w:name w:val="Body Text First Indent 2"/>
    <w:basedOn w:val="BodyTextIndent"/>
    <w:link w:val="BodyTextFirstIndent2Char"/>
    <w:rsid w:val="00D26476"/>
    <w:pPr>
      <w:spacing w:after="0"/>
      <w:ind w:left="360" w:firstLine="360"/>
    </w:pPr>
  </w:style>
  <w:style w:type="character" w:customStyle="1" w:styleId="BodyTextFirstIndent2Char">
    <w:name w:val="Body Text First Indent 2 Char"/>
    <w:basedOn w:val="BodyTextIndentChar"/>
    <w:link w:val="BodyTextFirstIndent2"/>
    <w:rsid w:val="00D26476"/>
    <w:rPr>
      <w:rFonts w:ascii="Calibri" w:hAnsi="Calibri"/>
      <w:sz w:val="22"/>
      <w:szCs w:val="24"/>
      <w:lang w:val="en-US"/>
    </w:rPr>
  </w:style>
  <w:style w:type="paragraph" w:styleId="BodyTextIndent2">
    <w:name w:val="Body Text Indent 2"/>
    <w:basedOn w:val="Normal"/>
    <w:link w:val="BodyTextIndent2Char"/>
    <w:rsid w:val="00D26476"/>
    <w:pPr>
      <w:spacing w:after="120" w:line="480" w:lineRule="auto"/>
      <w:ind w:left="283"/>
    </w:pPr>
  </w:style>
  <w:style w:type="character" w:customStyle="1" w:styleId="BodyTextIndent2Char">
    <w:name w:val="Body Text Indent 2 Char"/>
    <w:basedOn w:val="DefaultParagraphFont"/>
    <w:link w:val="BodyTextIndent2"/>
    <w:rsid w:val="00D26476"/>
    <w:rPr>
      <w:rFonts w:ascii="Calibri" w:hAnsi="Calibri"/>
      <w:sz w:val="22"/>
      <w:szCs w:val="24"/>
      <w:lang w:val="en-US"/>
    </w:rPr>
  </w:style>
  <w:style w:type="paragraph" w:styleId="BodyTextIndent3">
    <w:name w:val="Body Text Indent 3"/>
    <w:basedOn w:val="Normal"/>
    <w:link w:val="BodyTextIndent3Char"/>
    <w:rsid w:val="00D26476"/>
    <w:pPr>
      <w:spacing w:after="120"/>
      <w:ind w:left="283"/>
    </w:pPr>
    <w:rPr>
      <w:sz w:val="16"/>
      <w:szCs w:val="16"/>
    </w:rPr>
  </w:style>
  <w:style w:type="character" w:customStyle="1" w:styleId="BodyTextIndent3Char">
    <w:name w:val="Body Text Indent 3 Char"/>
    <w:basedOn w:val="DefaultParagraphFont"/>
    <w:link w:val="BodyTextIndent3"/>
    <w:rsid w:val="00D26476"/>
    <w:rPr>
      <w:rFonts w:ascii="Calibri" w:hAnsi="Calibri"/>
      <w:sz w:val="16"/>
      <w:szCs w:val="16"/>
      <w:lang w:val="en-US"/>
    </w:rPr>
  </w:style>
  <w:style w:type="character" w:styleId="BookTitle">
    <w:name w:val="Book Title"/>
    <w:basedOn w:val="DefaultParagraphFont"/>
    <w:uiPriority w:val="33"/>
    <w:qFormat/>
    <w:rsid w:val="00D26476"/>
    <w:rPr>
      <w:b/>
      <w:bCs/>
      <w:i/>
      <w:iCs/>
      <w:spacing w:val="5"/>
    </w:rPr>
  </w:style>
  <w:style w:type="paragraph" w:styleId="Caption">
    <w:name w:val="caption"/>
    <w:basedOn w:val="Normal"/>
    <w:next w:val="Normal"/>
    <w:semiHidden/>
    <w:unhideWhenUsed/>
    <w:qFormat/>
    <w:rsid w:val="00D26476"/>
    <w:pPr>
      <w:spacing w:after="200" w:line="240" w:lineRule="auto"/>
    </w:pPr>
    <w:rPr>
      <w:i/>
      <w:iCs/>
      <w:color w:val="44546A" w:themeColor="text2"/>
      <w:sz w:val="18"/>
      <w:szCs w:val="18"/>
    </w:rPr>
  </w:style>
  <w:style w:type="paragraph" w:styleId="Closing">
    <w:name w:val="Closing"/>
    <w:basedOn w:val="Normal"/>
    <w:link w:val="ClosingChar"/>
    <w:rsid w:val="00D26476"/>
    <w:pPr>
      <w:spacing w:line="240" w:lineRule="auto"/>
      <w:ind w:left="4252"/>
    </w:pPr>
  </w:style>
  <w:style w:type="character" w:customStyle="1" w:styleId="ClosingChar">
    <w:name w:val="Closing Char"/>
    <w:basedOn w:val="DefaultParagraphFont"/>
    <w:link w:val="Closing"/>
    <w:rsid w:val="00D26476"/>
    <w:rPr>
      <w:rFonts w:ascii="Calibri" w:hAnsi="Calibri"/>
      <w:sz w:val="22"/>
      <w:szCs w:val="24"/>
      <w:lang w:val="en-US"/>
    </w:rPr>
  </w:style>
  <w:style w:type="table" w:styleId="ColorfulGrid">
    <w:name w:val="Colorful Grid"/>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ColorfulGrid-Accent2">
    <w:name w:val="Colorful Grid Accent 2"/>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Grid-Accent3">
    <w:name w:val="Colorful Grid Accent 3"/>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ColorfulGrid-Accent6">
    <w:name w:val="Colorful Grid Accent 6"/>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semiHidden/>
    <w:unhideWhenUsed/>
    <w:rsid w:val="00D26476"/>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D26476"/>
    <w:rPr>
      <w:color w:val="000000" w:themeColor="text1"/>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ColorfulList-Accent2">
    <w:name w:val="Colorful List Accent 2"/>
    <w:basedOn w:val="TableNormal"/>
    <w:uiPriority w:val="72"/>
    <w:semiHidden/>
    <w:unhideWhenUsed/>
    <w:rsid w:val="00D26476"/>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rfulList-Accent3">
    <w:name w:val="Colorful List Accent 3"/>
    <w:basedOn w:val="TableNormal"/>
    <w:uiPriority w:val="72"/>
    <w:semiHidden/>
    <w:unhideWhenUsed/>
    <w:rsid w:val="00D26476"/>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semiHidden/>
    <w:unhideWhenUsed/>
    <w:rsid w:val="00D26476"/>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semiHidden/>
    <w:unhideWhenUsed/>
    <w:rsid w:val="00D26476"/>
    <w:rPr>
      <w:color w:val="000000" w:themeColor="text1"/>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ColorfulList-Accent6">
    <w:name w:val="Colorful List Accent 6"/>
    <w:basedOn w:val="TableNormal"/>
    <w:uiPriority w:val="72"/>
    <w:semiHidden/>
    <w:unhideWhenUsed/>
    <w:rsid w:val="00D26476"/>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D26476"/>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semiHidden/>
    <w:unhideWhenUsed/>
    <w:rsid w:val="00D26476"/>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D26476"/>
    <w:rPr>
      <w:color w:val="000000" w:themeColor="text1"/>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D26476"/>
    <w:rPr>
      <w:color w:val="000000" w:themeColor="text1"/>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rsid w:val="00D26476"/>
    <w:rPr>
      <w:sz w:val="16"/>
      <w:szCs w:val="16"/>
    </w:rPr>
  </w:style>
  <w:style w:type="paragraph" w:styleId="CommentText">
    <w:name w:val="annotation text"/>
    <w:basedOn w:val="Normal"/>
    <w:link w:val="CommentTextChar"/>
    <w:rsid w:val="00D26476"/>
    <w:pPr>
      <w:spacing w:line="240" w:lineRule="auto"/>
    </w:pPr>
    <w:rPr>
      <w:sz w:val="20"/>
      <w:szCs w:val="20"/>
    </w:rPr>
  </w:style>
  <w:style w:type="character" w:customStyle="1" w:styleId="CommentTextChar">
    <w:name w:val="Comment Text Char"/>
    <w:basedOn w:val="DefaultParagraphFont"/>
    <w:link w:val="CommentText"/>
    <w:rsid w:val="00D26476"/>
    <w:rPr>
      <w:rFonts w:ascii="Calibri" w:hAnsi="Calibri"/>
      <w:lang w:val="en-US"/>
    </w:rPr>
  </w:style>
  <w:style w:type="paragraph" w:styleId="CommentSubject">
    <w:name w:val="annotation subject"/>
    <w:basedOn w:val="CommentText"/>
    <w:next w:val="CommentText"/>
    <w:link w:val="CommentSubjectChar"/>
    <w:semiHidden/>
    <w:unhideWhenUsed/>
    <w:rsid w:val="00D26476"/>
    <w:rPr>
      <w:b/>
      <w:bCs/>
    </w:rPr>
  </w:style>
  <w:style w:type="character" w:customStyle="1" w:styleId="CommentSubjectChar">
    <w:name w:val="Comment Subject Char"/>
    <w:basedOn w:val="CommentTextChar"/>
    <w:link w:val="CommentSubject"/>
    <w:semiHidden/>
    <w:rsid w:val="00D26476"/>
    <w:rPr>
      <w:rFonts w:ascii="Calibri" w:hAnsi="Calibri"/>
      <w:b/>
      <w:bCs/>
      <w:lang w:val="en-US"/>
    </w:rPr>
  </w:style>
  <w:style w:type="table" w:styleId="DarkList">
    <w:name w:val="Dark List"/>
    <w:basedOn w:val="TableNormal"/>
    <w:uiPriority w:val="70"/>
    <w:semiHidden/>
    <w:unhideWhenUsed/>
    <w:rsid w:val="00D26476"/>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D26476"/>
    <w:rPr>
      <w:color w:val="FFFFFF" w:themeColor="background1"/>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DarkList-Accent2">
    <w:name w:val="Dark List Accent 2"/>
    <w:basedOn w:val="TableNormal"/>
    <w:uiPriority w:val="70"/>
    <w:semiHidden/>
    <w:unhideWhenUsed/>
    <w:rsid w:val="00D26476"/>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uiPriority w:val="70"/>
    <w:semiHidden/>
    <w:unhideWhenUsed/>
    <w:rsid w:val="00D26476"/>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semiHidden/>
    <w:unhideWhenUsed/>
    <w:rsid w:val="00D26476"/>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semiHidden/>
    <w:unhideWhenUsed/>
    <w:rsid w:val="00D26476"/>
    <w:rPr>
      <w:color w:val="FFFFFF" w:themeColor="background1"/>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DarkList-Accent6">
    <w:name w:val="Dark List Accent 6"/>
    <w:basedOn w:val="TableNormal"/>
    <w:uiPriority w:val="70"/>
    <w:semiHidden/>
    <w:unhideWhenUsed/>
    <w:rsid w:val="00D26476"/>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e">
    <w:name w:val="Date"/>
    <w:basedOn w:val="Normal"/>
    <w:next w:val="Normal"/>
    <w:link w:val="DateChar"/>
    <w:rsid w:val="00D26476"/>
  </w:style>
  <w:style w:type="character" w:customStyle="1" w:styleId="DateChar">
    <w:name w:val="Date Char"/>
    <w:basedOn w:val="DefaultParagraphFont"/>
    <w:link w:val="Date"/>
    <w:rsid w:val="00D26476"/>
    <w:rPr>
      <w:rFonts w:ascii="Calibri" w:hAnsi="Calibri"/>
      <w:sz w:val="22"/>
      <w:szCs w:val="24"/>
      <w:lang w:val="en-US"/>
    </w:rPr>
  </w:style>
  <w:style w:type="paragraph" w:styleId="DocumentMap">
    <w:name w:val="Document Map"/>
    <w:basedOn w:val="Normal"/>
    <w:link w:val="DocumentMapChar"/>
    <w:rsid w:val="00D26476"/>
    <w:pPr>
      <w:spacing w:line="240" w:lineRule="auto"/>
    </w:pPr>
    <w:rPr>
      <w:rFonts w:ascii="Segoe UI" w:hAnsi="Segoe UI" w:cs="Segoe UI"/>
      <w:sz w:val="16"/>
      <w:szCs w:val="16"/>
    </w:rPr>
  </w:style>
  <w:style w:type="character" w:customStyle="1" w:styleId="DocumentMapChar">
    <w:name w:val="Document Map Char"/>
    <w:basedOn w:val="DefaultParagraphFont"/>
    <w:link w:val="DocumentMap"/>
    <w:rsid w:val="00D26476"/>
    <w:rPr>
      <w:rFonts w:ascii="Segoe UI" w:hAnsi="Segoe UI" w:cs="Segoe UI"/>
      <w:sz w:val="16"/>
      <w:szCs w:val="16"/>
      <w:lang w:val="en-US"/>
    </w:rPr>
  </w:style>
  <w:style w:type="paragraph" w:styleId="E-mailSignature">
    <w:name w:val="E-mail Signature"/>
    <w:basedOn w:val="Normal"/>
    <w:link w:val="E-mailSignatureChar"/>
    <w:rsid w:val="00D26476"/>
    <w:pPr>
      <w:spacing w:line="240" w:lineRule="auto"/>
    </w:pPr>
  </w:style>
  <w:style w:type="character" w:customStyle="1" w:styleId="E-mailSignatureChar">
    <w:name w:val="E-mail Signature Char"/>
    <w:basedOn w:val="DefaultParagraphFont"/>
    <w:link w:val="E-mailSignature"/>
    <w:rsid w:val="00D26476"/>
    <w:rPr>
      <w:rFonts w:ascii="Calibri" w:hAnsi="Calibri"/>
      <w:sz w:val="22"/>
      <w:szCs w:val="24"/>
      <w:lang w:val="en-US"/>
    </w:rPr>
  </w:style>
  <w:style w:type="character" w:styleId="Emphasis">
    <w:name w:val="Emphasis"/>
    <w:basedOn w:val="DefaultParagraphFont"/>
    <w:qFormat/>
    <w:rsid w:val="00D26476"/>
    <w:rPr>
      <w:i/>
      <w:iCs/>
    </w:rPr>
  </w:style>
  <w:style w:type="character" w:styleId="EndnoteReference">
    <w:name w:val="endnote reference"/>
    <w:basedOn w:val="DefaultParagraphFont"/>
    <w:rsid w:val="00D26476"/>
    <w:rPr>
      <w:vertAlign w:val="superscript"/>
    </w:rPr>
  </w:style>
  <w:style w:type="paragraph" w:styleId="EndnoteText">
    <w:name w:val="endnote text"/>
    <w:basedOn w:val="Normal"/>
    <w:link w:val="EndnoteTextChar"/>
    <w:rsid w:val="00D26476"/>
    <w:pPr>
      <w:spacing w:line="240" w:lineRule="auto"/>
    </w:pPr>
    <w:rPr>
      <w:sz w:val="20"/>
      <w:szCs w:val="20"/>
    </w:rPr>
  </w:style>
  <w:style w:type="character" w:customStyle="1" w:styleId="EndnoteTextChar">
    <w:name w:val="Endnote Text Char"/>
    <w:basedOn w:val="DefaultParagraphFont"/>
    <w:link w:val="EndnoteText"/>
    <w:rsid w:val="00D26476"/>
    <w:rPr>
      <w:rFonts w:ascii="Calibri" w:hAnsi="Calibri"/>
      <w:lang w:val="en-US"/>
    </w:rPr>
  </w:style>
  <w:style w:type="paragraph" w:styleId="EnvelopeAddress">
    <w:name w:val="envelope address"/>
    <w:basedOn w:val="Normal"/>
    <w:rsid w:val="00D26476"/>
    <w:pPr>
      <w:framePr w:w="7920" w:h="1980" w:hRule="exact" w:hSpace="180" w:wrap="auto" w:hAnchor="page" w:xAlign="center" w:yAlign="bottom"/>
      <w:spacing w:line="240" w:lineRule="auto"/>
      <w:ind w:left="2880"/>
    </w:pPr>
    <w:rPr>
      <w:rFonts w:asciiTheme="majorHAnsi" w:eastAsiaTheme="majorEastAsia" w:hAnsiTheme="majorHAnsi" w:cstheme="majorBidi"/>
      <w:sz w:val="24"/>
    </w:rPr>
  </w:style>
  <w:style w:type="paragraph" w:styleId="EnvelopeReturn">
    <w:name w:val="envelope return"/>
    <w:basedOn w:val="Normal"/>
    <w:rsid w:val="00D26476"/>
    <w:pPr>
      <w:spacing w:line="240" w:lineRule="auto"/>
    </w:pPr>
    <w:rPr>
      <w:rFonts w:asciiTheme="majorHAnsi" w:eastAsiaTheme="majorEastAsia" w:hAnsiTheme="majorHAnsi" w:cstheme="majorBidi"/>
      <w:sz w:val="20"/>
      <w:szCs w:val="20"/>
    </w:rPr>
  </w:style>
  <w:style w:type="character" w:styleId="FollowedHyperlink">
    <w:name w:val="FollowedHyperlink"/>
    <w:basedOn w:val="DefaultParagraphFont"/>
    <w:rsid w:val="00D26476"/>
    <w:rPr>
      <w:color w:val="954F72" w:themeColor="followedHyperlink"/>
      <w:u w:val="single"/>
    </w:rPr>
  </w:style>
  <w:style w:type="character" w:styleId="FootnoteReference">
    <w:name w:val="footnote reference"/>
    <w:basedOn w:val="DefaultParagraphFont"/>
    <w:rsid w:val="00D26476"/>
    <w:rPr>
      <w:vertAlign w:val="superscript"/>
    </w:rPr>
  </w:style>
  <w:style w:type="paragraph" w:styleId="FootnoteText">
    <w:name w:val="footnote text"/>
    <w:basedOn w:val="Normal"/>
    <w:link w:val="FootnoteTextChar"/>
    <w:rsid w:val="00D26476"/>
    <w:pPr>
      <w:spacing w:line="240" w:lineRule="auto"/>
    </w:pPr>
    <w:rPr>
      <w:sz w:val="20"/>
      <w:szCs w:val="20"/>
    </w:rPr>
  </w:style>
  <w:style w:type="character" w:customStyle="1" w:styleId="FootnoteTextChar">
    <w:name w:val="Footnote Text Char"/>
    <w:basedOn w:val="DefaultParagraphFont"/>
    <w:link w:val="FootnoteText"/>
    <w:rsid w:val="00D26476"/>
    <w:rPr>
      <w:rFonts w:ascii="Calibri" w:hAnsi="Calibri"/>
      <w:lang w:val="en-US"/>
    </w:rPr>
  </w:style>
  <w:style w:type="table" w:styleId="GridTable1Light">
    <w:name w:val="Grid Table 1 Light"/>
    <w:basedOn w:val="TableNormal"/>
    <w:uiPriority w:val="46"/>
    <w:rsid w:val="00D26476"/>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D26476"/>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D26476"/>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D26476"/>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D26476"/>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D26476"/>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D26476"/>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D26476"/>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D26476"/>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2-Accent2">
    <w:name w:val="Grid Table 2 Accent 2"/>
    <w:basedOn w:val="TableNormal"/>
    <w:uiPriority w:val="47"/>
    <w:rsid w:val="00D26476"/>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2-Accent3">
    <w:name w:val="Grid Table 2 Accent 3"/>
    <w:basedOn w:val="TableNormal"/>
    <w:uiPriority w:val="47"/>
    <w:rsid w:val="00D26476"/>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2-Accent4">
    <w:name w:val="Grid Table 2 Accent 4"/>
    <w:basedOn w:val="TableNormal"/>
    <w:uiPriority w:val="47"/>
    <w:rsid w:val="00D26476"/>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2-Accent5">
    <w:name w:val="Grid Table 2 Accent 5"/>
    <w:basedOn w:val="TableNormal"/>
    <w:uiPriority w:val="47"/>
    <w:rsid w:val="00D26476"/>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2-Accent6">
    <w:name w:val="Grid Table 2 Accent 6"/>
    <w:basedOn w:val="TableNormal"/>
    <w:uiPriority w:val="47"/>
    <w:rsid w:val="00D26476"/>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3">
    <w:name w:val="Grid Table 3"/>
    <w:basedOn w:val="TableNormal"/>
    <w:uiPriority w:val="48"/>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3-Accent2">
    <w:name w:val="Grid Table 3 Accent 2"/>
    <w:basedOn w:val="TableNormal"/>
    <w:uiPriority w:val="48"/>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3-Accent3">
    <w:name w:val="Grid Table 3 Accent 3"/>
    <w:basedOn w:val="TableNormal"/>
    <w:uiPriority w:val="48"/>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3-Accent4">
    <w:name w:val="Grid Table 3 Accent 4"/>
    <w:basedOn w:val="TableNormal"/>
    <w:uiPriority w:val="48"/>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3-Accent5">
    <w:name w:val="Grid Table 3 Accent 5"/>
    <w:basedOn w:val="TableNormal"/>
    <w:uiPriority w:val="48"/>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3-Accent6">
    <w:name w:val="Grid Table 3 Accent 6"/>
    <w:basedOn w:val="TableNormal"/>
    <w:uiPriority w:val="48"/>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dTable4">
    <w:name w:val="Grid Table 4"/>
    <w:basedOn w:val="TableNormal"/>
    <w:uiPriority w:val="49"/>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4-Accent2">
    <w:name w:val="Grid Table 4 Accent 2"/>
    <w:basedOn w:val="TableNormal"/>
    <w:uiPriority w:val="49"/>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4-Accent3">
    <w:name w:val="Grid Table 4 Accent 3"/>
    <w:basedOn w:val="TableNormal"/>
    <w:uiPriority w:val="49"/>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4">
    <w:name w:val="Grid Table 4 Accent 4"/>
    <w:basedOn w:val="TableNormal"/>
    <w:uiPriority w:val="49"/>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4-Accent5">
    <w:name w:val="Grid Table 4 Accent 5"/>
    <w:basedOn w:val="TableNormal"/>
    <w:uiPriority w:val="49"/>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4-Accent6">
    <w:name w:val="Grid Table 4 Accent 6"/>
    <w:basedOn w:val="TableNormal"/>
    <w:uiPriority w:val="49"/>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5Dark">
    <w:name w:val="Grid Table 5 Dark"/>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ridTable5Dark-Accent2">
    <w:name w:val="Grid Table 5 Dark Accent 2"/>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ridTable5Dark-Accent3">
    <w:name w:val="Grid Table 5 Dark Accent 3"/>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5Dark-Accent4">
    <w:name w:val="Grid Table 5 Dark Accent 4"/>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ridTable5Dark-Accent5">
    <w:name w:val="Grid Table 5 Dark Accent 5"/>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ridTable5Dark-Accent6">
    <w:name w:val="Grid Table 5 Dark Accent 6"/>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6Colorful">
    <w:name w:val="Grid Table 6 Colorful"/>
    <w:basedOn w:val="TableNormal"/>
    <w:uiPriority w:val="51"/>
    <w:rsid w:val="00D26476"/>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D26476"/>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6Colorful-Accent2">
    <w:name w:val="Grid Table 6 Colorful Accent 2"/>
    <w:basedOn w:val="TableNormal"/>
    <w:uiPriority w:val="51"/>
    <w:rsid w:val="00D26476"/>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6Colorful-Accent3">
    <w:name w:val="Grid Table 6 Colorful Accent 3"/>
    <w:basedOn w:val="TableNormal"/>
    <w:uiPriority w:val="51"/>
    <w:rsid w:val="00D26476"/>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6Colorful-Accent4">
    <w:name w:val="Grid Table 6 Colorful Accent 4"/>
    <w:basedOn w:val="TableNormal"/>
    <w:uiPriority w:val="51"/>
    <w:rsid w:val="00D26476"/>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6Colorful-Accent5">
    <w:name w:val="Grid Table 6 Colorful Accent 5"/>
    <w:basedOn w:val="TableNormal"/>
    <w:uiPriority w:val="51"/>
    <w:rsid w:val="00D26476"/>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6Colorful-Accent6">
    <w:name w:val="Grid Table 6 Colorful Accent 6"/>
    <w:basedOn w:val="TableNormal"/>
    <w:uiPriority w:val="51"/>
    <w:rsid w:val="00D26476"/>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7Colorful">
    <w:name w:val="Grid Table 7 Colorful"/>
    <w:basedOn w:val="TableNormal"/>
    <w:uiPriority w:val="52"/>
    <w:rsid w:val="00D26476"/>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D26476"/>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7Colorful-Accent2">
    <w:name w:val="Grid Table 7 Colorful Accent 2"/>
    <w:basedOn w:val="TableNormal"/>
    <w:uiPriority w:val="52"/>
    <w:rsid w:val="00D26476"/>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7Colorful-Accent3">
    <w:name w:val="Grid Table 7 Colorful Accent 3"/>
    <w:basedOn w:val="TableNormal"/>
    <w:uiPriority w:val="52"/>
    <w:rsid w:val="00D26476"/>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7Colorful-Accent4">
    <w:name w:val="Grid Table 7 Colorful Accent 4"/>
    <w:basedOn w:val="TableNormal"/>
    <w:uiPriority w:val="52"/>
    <w:rsid w:val="00D26476"/>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7Colorful-Accent5">
    <w:name w:val="Grid Table 7 Colorful Accent 5"/>
    <w:basedOn w:val="TableNormal"/>
    <w:uiPriority w:val="52"/>
    <w:rsid w:val="00D26476"/>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7Colorful-Accent6">
    <w:name w:val="Grid Table 7 Colorful Accent 6"/>
    <w:basedOn w:val="TableNormal"/>
    <w:uiPriority w:val="52"/>
    <w:rsid w:val="00D26476"/>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Hashtag">
    <w:name w:val="Hashtag"/>
    <w:basedOn w:val="DefaultParagraphFont"/>
    <w:uiPriority w:val="99"/>
    <w:semiHidden/>
    <w:unhideWhenUsed/>
    <w:rsid w:val="00D26476"/>
    <w:rPr>
      <w:color w:val="2B579A"/>
      <w:shd w:val="clear" w:color="auto" w:fill="E1DFDD"/>
    </w:rPr>
  </w:style>
  <w:style w:type="character" w:styleId="HTMLAcronym">
    <w:name w:val="HTML Acronym"/>
    <w:basedOn w:val="DefaultParagraphFont"/>
    <w:rsid w:val="00D26476"/>
  </w:style>
  <w:style w:type="paragraph" w:styleId="HTMLAddress">
    <w:name w:val="HTML Address"/>
    <w:basedOn w:val="Normal"/>
    <w:link w:val="HTMLAddressChar"/>
    <w:rsid w:val="00D26476"/>
    <w:pPr>
      <w:spacing w:line="240" w:lineRule="auto"/>
    </w:pPr>
    <w:rPr>
      <w:i/>
      <w:iCs/>
    </w:rPr>
  </w:style>
  <w:style w:type="character" w:customStyle="1" w:styleId="HTMLAddressChar">
    <w:name w:val="HTML Address Char"/>
    <w:basedOn w:val="DefaultParagraphFont"/>
    <w:link w:val="HTMLAddress"/>
    <w:rsid w:val="00D26476"/>
    <w:rPr>
      <w:rFonts w:ascii="Calibri" w:hAnsi="Calibri"/>
      <w:i/>
      <w:iCs/>
      <w:sz w:val="22"/>
      <w:szCs w:val="24"/>
      <w:lang w:val="en-US"/>
    </w:rPr>
  </w:style>
  <w:style w:type="character" w:styleId="HTMLCite">
    <w:name w:val="HTML Cite"/>
    <w:basedOn w:val="DefaultParagraphFont"/>
    <w:rsid w:val="00D26476"/>
    <w:rPr>
      <w:i/>
      <w:iCs/>
    </w:rPr>
  </w:style>
  <w:style w:type="character" w:styleId="HTMLCode">
    <w:name w:val="HTML Code"/>
    <w:basedOn w:val="DefaultParagraphFont"/>
    <w:rsid w:val="00D26476"/>
    <w:rPr>
      <w:rFonts w:ascii="Consolas" w:hAnsi="Consolas"/>
      <w:sz w:val="20"/>
      <w:szCs w:val="20"/>
    </w:rPr>
  </w:style>
  <w:style w:type="character" w:styleId="HTMLDefinition">
    <w:name w:val="HTML Definition"/>
    <w:basedOn w:val="DefaultParagraphFont"/>
    <w:rsid w:val="00D26476"/>
    <w:rPr>
      <w:i/>
      <w:iCs/>
    </w:rPr>
  </w:style>
  <w:style w:type="character" w:styleId="HTMLKeyboard">
    <w:name w:val="HTML Keyboard"/>
    <w:basedOn w:val="DefaultParagraphFont"/>
    <w:semiHidden/>
    <w:unhideWhenUsed/>
    <w:rsid w:val="00D26476"/>
    <w:rPr>
      <w:rFonts w:ascii="Consolas" w:hAnsi="Consolas"/>
      <w:sz w:val="20"/>
      <w:szCs w:val="20"/>
    </w:rPr>
  </w:style>
  <w:style w:type="paragraph" w:styleId="HTMLPreformatted">
    <w:name w:val="HTML Preformatted"/>
    <w:basedOn w:val="Normal"/>
    <w:link w:val="HTMLPreformattedChar"/>
    <w:rsid w:val="00D26476"/>
    <w:pPr>
      <w:spacing w:line="240" w:lineRule="auto"/>
    </w:pPr>
    <w:rPr>
      <w:rFonts w:ascii="Consolas" w:hAnsi="Consolas"/>
      <w:sz w:val="20"/>
      <w:szCs w:val="20"/>
    </w:rPr>
  </w:style>
  <w:style w:type="character" w:customStyle="1" w:styleId="HTMLPreformattedChar">
    <w:name w:val="HTML Preformatted Char"/>
    <w:basedOn w:val="DefaultParagraphFont"/>
    <w:link w:val="HTMLPreformatted"/>
    <w:rsid w:val="00D26476"/>
    <w:rPr>
      <w:rFonts w:ascii="Consolas" w:hAnsi="Consolas"/>
      <w:lang w:val="en-US"/>
    </w:rPr>
  </w:style>
  <w:style w:type="character" w:styleId="HTMLSample">
    <w:name w:val="HTML Sample"/>
    <w:basedOn w:val="DefaultParagraphFont"/>
    <w:rsid w:val="00D26476"/>
    <w:rPr>
      <w:rFonts w:ascii="Consolas" w:hAnsi="Consolas"/>
      <w:sz w:val="24"/>
      <w:szCs w:val="24"/>
    </w:rPr>
  </w:style>
  <w:style w:type="character" w:styleId="HTMLTypewriter">
    <w:name w:val="HTML Typewriter"/>
    <w:basedOn w:val="DefaultParagraphFont"/>
    <w:rsid w:val="00D26476"/>
    <w:rPr>
      <w:rFonts w:ascii="Consolas" w:hAnsi="Consolas"/>
      <w:sz w:val="20"/>
      <w:szCs w:val="20"/>
    </w:rPr>
  </w:style>
  <w:style w:type="character" w:styleId="HTMLVariable">
    <w:name w:val="HTML Variable"/>
    <w:basedOn w:val="DefaultParagraphFont"/>
    <w:rsid w:val="00D26476"/>
    <w:rPr>
      <w:i/>
      <w:iCs/>
    </w:rPr>
  </w:style>
  <w:style w:type="character" w:styleId="Hyperlink">
    <w:name w:val="Hyperlink"/>
    <w:basedOn w:val="DefaultParagraphFont"/>
    <w:rsid w:val="00D26476"/>
    <w:rPr>
      <w:color w:val="0563C1" w:themeColor="hyperlink"/>
      <w:u w:val="single"/>
    </w:rPr>
  </w:style>
  <w:style w:type="paragraph" w:styleId="Index1">
    <w:name w:val="index 1"/>
    <w:basedOn w:val="Normal"/>
    <w:next w:val="Normal"/>
    <w:autoRedefine/>
    <w:rsid w:val="00D26476"/>
    <w:pPr>
      <w:spacing w:line="240" w:lineRule="auto"/>
      <w:ind w:left="220" w:hanging="220"/>
    </w:pPr>
  </w:style>
  <w:style w:type="paragraph" w:styleId="Index2">
    <w:name w:val="index 2"/>
    <w:basedOn w:val="Normal"/>
    <w:next w:val="Normal"/>
    <w:autoRedefine/>
    <w:rsid w:val="00644B83"/>
    <w:pPr>
      <w:spacing w:line="240" w:lineRule="auto"/>
      <w:ind w:left="440" w:hanging="220"/>
    </w:pPr>
    <w:rPr>
      <w:sz w:val="16"/>
      <w:szCs w:val="16"/>
    </w:rPr>
  </w:style>
  <w:style w:type="paragraph" w:styleId="Index3">
    <w:name w:val="index 3"/>
    <w:basedOn w:val="Normal"/>
    <w:next w:val="Normal"/>
    <w:autoRedefine/>
    <w:rsid w:val="00D26476"/>
    <w:pPr>
      <w:spacing w:line="240" w:lineRule="auto"/>
      <w:ind w:left="660" w:hanging="220"/>
    </w:pPr>
  </w:style>
  <w:style w:type="paragraph" w:styleId="Index4">
    <w:name w:val="index 4"/>
    <w:basedOn w:val="Normal"/>
    <w:next w:val="Normal"/>
    <w:autoRedefine/>
    <w:rsid w:val="00D26476"/>
    <w:pPr>
      <w:spacing w:line="240" w:lineRule="auto"/>
      <w:ind w:left="880" w:hanging="220"/>
    </w:pPr>
  </w:style>
  <w:style w:type="paragraph" w:styleId="Index5">
    <w:name w:val="index 5"/>
    <w:basedOn w:val="Normal"/>
    <w:next w:val="Normal"/>
    <w:autoRedefine/>
    <w:rsid w:val="00D26476"/>
    <w:pPr>
      <w:spacing w:line="240" w:lineRule="auto"/>
      <w:ind w:left="1100" w:hanging="220"/>
    </w:pPr>
  </w:style>
  <w:style w:type="paragraph" w:styleId="Index6">
    <w:name w:val="index 6"/>
    <w:basedOn w:val="Normal"/>
    <w:next w:val="Normal"/>
    <w:autoRedefine/>
    <w:rsid w:val="00D26476"/>
    <w:pPr>
      <w:spacing w:line="240" w:lineRule="auto"/>
      <w:ind w:left="1320" w:hanging="220"/>
    </w:pPr>
  </w:style>
  <w:style w:type="paragraph" w:styleId="Index7">
    <w:name w:val="index 7"/>
    <w:basedOn w:val="Normal"/>
    <w:next w:val="Normal"/>
    <w:autoRedefine/>
    <w:rsid w:val="00D26476"/>
    <w:pPr>
      <w:spacing w:line="240" w:lineRule="auto"/>
      <w:ind w:left="1540" w:hanging="220"/>
    </w:pPr>
  </w:style>
  <w:style w:type="paragraph" w:styleId="Index8">
    <w:name w:val="index 8"/>
    <w:basedOn w:val="Normal"/>
    <w:next w:val="Normal"/>
    <w:autoRedefine/>
    <w:rsid w:val="00D26476"/>
    <w:pPr>
      <w:spacing w:line="240" w:lineRule="auto"/>
      <w:ind w:left="1760" w:hanging="220"/>
    </w:pPr>
  </w:style>
  <w:style w:type="paragraph" w:styleId="Index9">
    <w:name w:val="index 9"/>
    <w:basedOn w:val="Normal"/>
    <w:next w:val="Normal"/>
    <w:autoRedefine/>
    <w:rsid w:val="00D26476"/>
    <w:pPr>
      <w:spacing w:line="240" w:lineRule="auto"/>
      <w:ind w:left="1980" w:hanging="220"/>
    </w:pPr>
  </w:style>
  <w:style w:type="paragraph" w:styleId="IndexHeading">
    <w:name w:val="index heading"/>
    <w:basedOn w:val="Normal"/>
    <w:next w:val="Index1"/>
    <w:rsid w:val="00D26476"/>
    <w:rPr>
      <w:rFonts w:asciiTheme="majorHAnsi" w:eastAsiaTheme="majorEastAsia" w:hAnsiTheme="majorHAnsi" w:cstheme="majorBidi"/>
      <w:b/>
      <w:bCs/>
    </w:rPr>
  </w:style>
  <w:style w:type="character" w:styleId="IntenseEmphasis">
    <w:name w:val="Intense Emphasis"/>
    <w:basedOn w:val="DefaultParagraphFont"/>
    <w:uiPriority w:val="21"/>
    <w:qFormat/>
    <w:rsid w:val="00D26476"/>
    <w:rPr>
      <w:i/>
      <w:iCs/>
      <w:color w:val="4472C4" w:themeColor="accent1"/>
    </w:rPr>
  </w:style>
  <w:style w:type="paragraph" w:styleId="IntenseQuote">
    <w:name w:val="Intense Quote"/>
    <w:basedOn w:val="Normal"/>
    <w:next w:val="Normal"/>
    <w:link w:val="IntenseQuoteChar"/>
    <w:uiPriority w:val="30"/>
    <w:qFormat/>
    <w:rsid w:val="00D26476"/>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D26476"/>
    <w:rPr>
      <w:rFonts w:ascii="Calibri" w:hAnsi="Calibri"/>
      <w:i/>
      <w:iCs/>
      <w:color w:val="4472C4" w:themeColor="accent1"/>
      <w:sz w:val="22"/>
      <w:szCs w:val="24"/>
      <w:lang w:val="en-US"/>
    </w:rPr>
  </w:style>
  <w:style w:type="character" w:styleId="IntenseReference">
    <w:name w:val="Intense Reference"/>
    <w:basedOn w:val="DefaultParagraphFont"/>
    <w:uiPriority w:val="32"/>
    <w:qFormat/>
    <w:rsid w:val="00D26476"/>
    <w:rPr>
      <w:b/>
      <w:bCs/>
      <w:smallCaps/>
      <w:color w:val="4472C4" w:themeColor="accent1"/>
      <w:spacing w:val="5"/>
    </w:rPr>
  </w:style>
  <w:style w:type="table" w:styleId="LightGrid">
    <w:name w:val="Light Grid"/>
    <w:basedOn w:val="TableNormal"/>
    <w:uiPriority w:val="62"/>
    <w:semiHidden/>
    <w:unhideWhenUsed/>
    <w:rsid w:val="00D2647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D26476"/>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LightGrid-Accent2">
    <w:name w:val="Light Grid Accent 2"/>
    <w:basedOn w:val="TableNormal"/>
    <w:uiPriority w:val="62"/>
    <w:semiHidden/>
    <w:unhideWhenUsed/>
    <w:rsid w:val="00D26476"/>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ghtGrid-Accent3">
    <w:name w:val="Light Grid Accent 3"/>
    <w:basedOn w:val="TableNormal"/>
    <w:uiPriority w:val="62"/>
    <w:semiHidden/>
    <w:unhideWhenUsed/>
    <w:rsid w:val="00D26476"/>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semiHidden/>
    <w:unhideWhenUsed/>
    <w:rsid w:val="00D26476"/>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semiHidden/>
    <w:unhideWhenUsed/>
    <w:rsid w:val="00D26476"/>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LightGrid-Accent6">
    <w:name w:val="Light Grid Accent 6"/>
    <w:basedOn w:val="TableNormal"/>
    <w:uiPriority w:val="62"/>
    <w:semiHidden/>
    <w:unhideWhenUsed/>
    <w:rsid w:val="00D26476"/>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semiHidden/>
    <w:unhideWhenUsed/>
    <w:rsid w:val="00D2647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D26476"/>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LightList-Accent2">
    <w:name w:val="Light List Accent 2"/>
    <w:basedOn w:val="TableNormal"/>
    <w:uiPriority w:val="61"/>
    <w:semiHidden/>
    <w:unhideWhenUsed/>
    <w:rsid w:val="00D26476"/>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uiPriority w:val="61"/>
    <w:semiHidden/>
    <w:unhideWhenUsed/>
    <w:rsid w:val="00D26476"/>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semiHidden/>
    <w:unhideWhenUsed/>
    <w:rsid w:val="00D26476"/>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semiHidden/>
    <w:unhideWhenUsed/>
    <w:rsid w:val="00D26476"/>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LightList-Accent6">
    <w:name w:val="Light List Accent 6"/>
    <w:basedOn w:val="TableNormal"/>
    <w:uiPriority w:val="61"/>
    <w:semiHidden/>
    <w:unhideWhenUsed/>
    <w:rsid w:val="00D26476"/>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semiHidden/>
    <w:unhideWhenUsed/>
    <w:rsid w:val="00D26476"/>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D26476"/>
    <w:rPr>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Shading-Accent2">
    <w:name w:val="Light Shading Accent 2"/>
    <w:basedOn w:val="TableNormal"/>
    <w:uiPriority w:val="60"/>
    <w:semiHidden/>
    <w:unhideWhenUsed/>
    <w:rsid w:val="00D26476"/>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semiHidden/>
    <w:unhideWhenUsed/>
    <w:rsid w:val="00D26476"/>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semiHidden/>
    <w:unhideWhenUsed/>
    <w:rsid w:val="00D26476"/>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semiHidden/>
    <w:unhideWhenUsed/>
    <w:rsid w:val="00D26476"/>
    <w:rPr>
      <w:color w:val="2E74B5" w:themeColor="accent5" w:themeShade="BF"/>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LightShading-Accent6">
    <w:name w:val="Light Shading Accent 6"/>
    <w:basedOn w:val="TableNormal"/>
    <w:uiPriority w:val="60"/>
    <w:semiHidden/>
    <w:unhideWhenUsed/>
    <w:rsid w:val="00D26476"/>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LineNumber">
    <w:name w:val="line number"/>
    <w:basedOn w:val="DefaultParagraphFont"/>
    <w:rsid w:val="00D26476"/>
  </w:style>
  <w:style w:type="paragraph" w:styleId="List">
    <w:name w:val="List"/>
    <w:basedOn w:val="Normal"/>
    <w:rsid w:val="00D26476"/>
    <w:pPr>
      <w:ind w:left="283" w:hanging="283"/>
      <w:contextualSpacing/>
    </w:pPr>
  </w:style>
  <w:style w:type="paragraph" w:styleId="List2">
    <w:name w:val="List 2"/>
    <w:basedOn w:val="Normal"/>
    <w:rsid w:val="00D26476"/>
    <w:pPr>
      <w:ind w:left="566" w:hanging="283"/>
      <w:contextualSpacing/>
    </w:pPr>
  </w:style>
  <w:style w:type="paragraph" w:styleId="List3">
    <w:name w:val="List 3"/>
    <w:basedOn w:val="Normal"/>
    <w:rsid w:val="00D26476"/>
    <w:pPr>
      <w:ind w:left="849" w:hanging="283"/>
      <w:contextualSpacing/>
    </w:pPr>
  </w:style>
  <w:style w:type="paragraph" w:styleId="List4">
    <w:name w:val="List 4"/>
    <w:basedOn w:val="Normal"/>
    <w:rsid w:val="00D26476"/>
    <w:pPr>
      <w:ind w:left="1132" w:hanging="283"/>
      <w:contextualSpacing/>
    </w:pPr>
  </w:style>
  <w:style w:type="paragraph" w:styleId="List5">
    <w:name w:val="List 5"/>
    <w:basedOn w:val="Normal"/>
    <w:rsid w:val="00D26476"/>
    <w:pPr>
      <w:ind w:left="1415" w:hanging="283"/>
      <w:contextualSpacing/>
    </w:pPr>
  </w:style>
  <w:style w:type="paragraph" w:styleId="ListContinue">
    <w:name w:val="List Continue"/>
    <w:basedOn w:val="Normal"/>
    <w:rsid w:val="00D26476"/>
    <w:pPr>
      <w:spacing w:after="120"/>
      <w:ind w:left="283"/>
      <w:contextualSpacing/>
    </w:pPr>
  </w:style>
  <w:style w:type="paragraph" w:styleId="ListContinue2">
    <w:name w:val="List Continue 2"/>
    <w:basedOn w:val="Normal"/>
    <w:rsid w:val="00D26476"/>
    <w:pPr>
      <w:spacing w:after="120"/>
      <w:ind w:left="566"/>
      <w:contextualSpacing/>
    </w:pPr>
  </w:style>
  <w:style w:type="paragraph" w:styleId="ListContinue3">
    <w:name w:val="List Continue 3"/>
    <w:basedOn w:val="Normal"/>
    <w:rsid w:val="00D26476"/>
    <w:pPr>
      <w:spacing w:after="120"/>
      <w:ind w:left="849"/>
      <w:contextualSpacing/>
    </w:pPr>
  </w:style>
  <w:style w:type="paragraph" w:styleId="ListContinue4">
    <w:name w:val="List Continue 4"/>
    <w:basedOn w:val="Normal"/>
    <w:rsid w:val="00D26476"/>
    <w:pPr>
      <w:spacing w:after="120"/>
      <w:ind w:left="1132"/>
      <w:contextualSpacing/>
    </w:pPr>
  </w:style>
  <w:style w:type="paragraph" w:styleId="ListContinue5">
    <w:name w:val="List Continue 5"/>
    <w:basedOn w:val="Normal"/>
    <w:rsid w:val="00D26476"/>
    <w:pPr>
      <w:spacing w:after="120"/>
      <w:ind w:left="1415"/>
      <w:contextualSpacing/>
    </w:pPr>
  </w:style>
  <w:style w:type="paragraph" w:styleId="ListNumber">
    <w:name w:val="List Number"/>
    <w:basedOn w:val="Normal"/>
    <w:rsid w:val="00D26476"/>
    <w:pPr>
      <w:numPr>
        <w:numId w:val="6"/>
      </w:numPr>
      <w:contextualSpacing/>
    </w:pPr>
  </w:style>
  <w:style w:type="paragraph" w:styleId="ListNumber2">
    <w:name w:val="List Number 2"/>
    <w:basedOn w:val="Normal"/>
    <w:rsid w:val="00D26476"/>
    <w:pPr>
      <w:numPr>
        <w:numId w:val="7"/>
      </w:numPr>
      <w:contextualSpacing/>
    </w:pPr>
  </w:style>
  <w:style w:type="paragraph" w:styleId="ListNumber3">
    <w:name w:val="List Number 3"/>
    <w:basedOn w:val="Normal"/>
    <w:rsid w:val="00D26476"/>
    <w:pPr>
      <w:numPr>
        <w:numId w:val="8"/>
      </w:numPr>
      <w:contextualSpacing/>
    </w:pPr>
  </w:style>
  <w:style w:type="paragraph" w:styleId="ListNumber4">
    <w:name w:val="List Number 4"/>
    <w:basedOn w:val="Normal"/>
    <w:rsid w:val="00D26476"/>
    <w:pPr>
      <w:numPr>
        <w:numId w:val="9"/>
      </w:numPr>
      <w:contextualSpacing/>
    </w:pPr>
  </w:style>
  <w:style w:type="paragraph" w:styleId="ListNumber5">
    <w:name w:val="List Number 5"/>
    <w:basedOn w:val="Normal"/>
    <w:rsid w:val="00D26476"/>
    <w:pPr>
      <w:numPr>
        <w:numId w:val="10"/>
      </w:numPr>
      <w:contextualSpacing/>
    </w:pPr>
  </w:style>
  <w:style w:type="paragraph" w:styleId="ListParagraph">
    <w:name w:val="List Paragraph"/>
    <w:basedOn w:val="Normal"/>
    <w:uiPriority w:val="34"/>
    <w:qFormat/>
    <w:rsid w:val="00D26476"/>
    <w:pPr>
      <w:ind w:left="720"/>
      <w:contextualSpacing/>
    </w:pPr>
  </w:style>
  <w:style w:type="table" w:styleId="ListTable1Light">
    <w:name w:val="List Table 1 Light"/>
    <w:basedOn w:val="TableNormal"/>
    <w:uiPriority w:val="46"/>
    <w:rsid w:val="00D26476"/>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D26476"/>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1Light-Accent2">
    <w:name w:val="List Table 1 Light Accent 2"/>
    <w:basedOn w:val="TableNormal"/>
    <w:uiPriority w:val="46"/>
    <w:rsid w:val="00D26476"/>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1Light-Accent3">
    <w:name w:val="List Table 1 Light Accent 3"/>
    <w:basedOn w:val="TableNormal"/>
    <w:uiPriority w:val="46"/>
    <w:rsid w:val="00D26476"/>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1Light-Accent4">
    <w:name w:val="List Table 1 Light Accent 4"/>
    <w:basedOn w:val="TableNormal"/>
    <w:uiPriority w:val="46"/>
    <w:rsid w:val="00D26476"/>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1Light-Accent5">
    <w:name w:val="List Table 1 Light Accent 5"/>
    <w:basedOn w:val="TableNormal"/>
    <w:uiPriority w:val="46"/>
    <w:rsid w:val="00D26476"/>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1Light-Accent6">
    <w:name w:val="List Table 1 Light Accent 6"/>
    <w:basedOn w:val="TableNormal"/>
    <w:uiPriority w:val="46"/>
    <w:rsid w:val="00D26476"/>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2">
    <w:name w:val="List Table 2"/>
    <w:basedOn w:val="TableNormal"/>
    <w:uiPriority w:val="47"/>
    <w:rsid w:val="00D26476"/>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D26476"/>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2-Accent2">
    <w:name w:val="List Table 2 Accent 2"/>
    <w:basedOn w:val="TableNormal"/>
    <w:uiPriority w:val="47"/>
    <w:rsid w:val="00D26476"/>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2-Accent3">
    <w:name w:val="List Table 2 Accent 3"/>
    <w:basedOn w:val="TableNormal"/>
    <w:uiPriority w:val="47"/>
    <w:rsid w:val="00D26476"/>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2-Accent4">
    <w:name w:val="List Table 2 Accent 4"/>
    <w:basedOn w:val="TableNormal"/>
    <w:uiPriority w:val="47"/>
    <w:rsid w:val="00D26476"/>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2-Accent5">
    <w:name w:val="List Table 2 Accent 5"/>
    <w:basedOn w:val="TableNormal"/>
    <w:uiPriority w:val="47"/>
    <w:rsid w:val="00D26476"/>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2-Accent6">
    <w:name w:val="List Table 2 Accent 6"/>
    <w:basedOn w:val="TableNormal"/>
    <w:uiPriority w:val="47"/>
    <w:rsid w:val="00D26476"/>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3">
    <w:name w:val="List Table 3"/>
    <w:basedOn w:val="TableNormal"/>
    <w:uiPriority w:val="48"/>
    <w:rsid w:val="00D26476"/>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D26476"/>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ListTable3-Accent2">
    <w:name w:val="List Table 3 Accent 2"/>
    <w:basedOn w:val="TableNormal"/>
    <w:uiPriority w:val="48"/>
    <w:rsid w:val="00D26476"/>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ListTable3-Accent3">
    <w:name w:val="List Table 3 Accent 3"/>
    <w:basedOn w:val="TableNormal"/>
    <w:uiPriority w:val="48"/>
    <w:rsid w:val="00D26476"/>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Table3-Accent4">
    <w:name w:val="List Table 3 Accent 4"/>
    <w:basedOn w:val="TableNormal"/>
    <w:uiPriority w:val="48"/>
    <w:rsid w:val="00D26476"/>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stTable3-Accent5">
    <w:name w:val="List Table 3 Accent 5"/>
    <w:basedOn w:val="TableNormal"/>
    <w:uiPriority w:val="48"/>
    <w:rsid w:val="00D26476"/>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ListTable3-Accent6">
    <w:name w:val="List Table 3 Accent 6"/>
    <w:basedOn w:val="TableNormal"/>
    <w:uiPriority w:val="48"/>
    <w:rsid w:val="00D26476"/>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Table4">
    <w:name w:val="List Table 4"/>
    <w:basedOn w:val="TableNormal"/>
    <w:uiPriority w:val="49"/>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4-Accent2">
    <w:name w:val="List Table 4 Accent 2"/>
    <w:basedOn w:val="TableNormal"/>
    <w:uiPriority w:val="49"/>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4-Accent3">
    <w:name w:val="List Table 4 Accent 3"/>
    <w:basedOn w:val="TableNormal"/>
    <w:uiPriority w:val="49"/>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4-Accent4">
    <w:name w:val="List Table 4 Accent 4"/>
    <w:basedOn w:val="TableNormal"/>
    <w:uiPriority w:val="49"/>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4-Accent5">
    <w:name w:val="List Table 4 Accent 5"/>
    <w:basedOn w:val="TableNormal"/>
    <w:uiPriority w:val="49"/>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4-Accent6">
    <w:name w:val="List Table 4 Accent 6"/>
    <w:basedOn w:val="TableNormal"/>
    <w:uiPriority w:val="49"/>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5Dark">
    <w:name w:val="List Table 5 Dark"/>
    <w:basedOn w:val="TableNormal"/>
    <w:uiPriority w:val="50"/>
    <w:rsid w:val="00D26476"/>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D26476"/>
    <w:rPr>
      <w:color w:val="FFFFFF" w:themeColor="background1"/>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D26476"/>
    <w:rPr>
      <w:color w:val="FFFFFF" w:themeColor="background1"/>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D26476"/>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D26476"/>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D26476"/>
    <w:rPr>
      <w:color w:val="FFFFFF" w:themeColor="background1"/>
    </w:rPr>
    <w:tblPr>
      <w:tblStyleRowBandSize w:val="1"/>
      <w:tblStyleColBandSize w:val="1"/>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Pr>
    <w:tcPr>
      <w:shd w:val="clear" w:color="auto" w:fill="5B9BD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D26476"/>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D26476"/>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D26476"/>
    <w:rPr>
      <w:color w:val="2F5496" w:themeColor="accent1" w:themeShade="BF"/>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6Colorful-Accent2">
    <w:name w:val="List Table 6 Colorful Accent 2"/>
    <w:basedOn w:val="TableNormal"/>
    <w:uiPriority w:val="51"/>
    <w:rsid w:val="00D26476"/>
    <w:rPr>
      <w:color w:val="C45911" w:themeColor="accent2" w:themeShade="BF"/>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6Colorful-Accent3">
    <w:name w:val="List Table 6 Colorful Accent 3"/>
    <w:basedOn w:val="TableNormal"/>
    <w:uiPriority w:val="51"/>
    <w:rsid w:val="00D26476"/>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6Colorful-Accent4">
    <w:name w:val="List Table 6 Colorful Accent 4"/>
    <w:basedOn w:val="TableNormal"/>
    <w:uiPriority w:val="51"/>
    <w:rsid w:val="00D26476"/>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6Colorful-Accent5">
    <w:name w:val="List Table 6 Colorful Accent 5"/>
    <w:basedOn w:val="TableNormal"/>
    <w:uiPriority w:val="51"/>
    <w:rsid w:val="00D26476"/>
    <w:rPr>
      <w:color w:val="2E74B5" w:themeColor="accent5" w:themeShade="BF"/>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6Colorful-Accent6">
    <w:name w:val="List Table 6 Colorful Accent 6"/>
    <w:basedOn w:val="TableNormal"/>
    <w:uiPriority w:val="51"/>
    <w:rsid w:val="00D26476"/>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7Colorful">
    <w:name w:val="List Table 7 Colorful"/>
    <w:basedOn w:val="TableNormal"/>
    <w:uiPriority w:val="52"/>
    <w:rsid w:val="00D26476"/>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D26476"/>
    <w:rPr>
      <w:color w:val="2F5496"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D26476"/>
    <w:rPr>
      <w:color w:val="C4591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D26476"/>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D26476"/>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D26476"/>
    <w:rPr>
      <w:color w:val="2E74B5"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D26476"/>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rsid w:val="00D26476"/>
    <w:pPr>
      <w:tabs>
        <w:tab w:val="left" w:pos="480"/>
        <w:tab w:val="left" w:pos="960"/>
        <w:tab w:val="left" w:pos="1440"/>
        <w:tab w:val="left" w:pos="1920"/>
        <w:tab w:val="left" w:pos="2400"/>
        <w:tab w:val="left" w:pos="2880"/>
        <w:tab w:val="left" w:pos="3360"/>
        <w:tab w:val="left" w:pos="3840"/>
        <w:tab w:val="left" w:pos="4320"/>
      </w:tabs>
      <w:spacing w:line="300" w:lineRule="atLeast"/>
    </w:pPr>
    <w:rPr>
      <w:rFonts w:ascii="Consolas" w:hAnsi="Consolas"/>
      <w:lang w:val="en-US"/>
    </w:rPr>
  </w:style>
  <w:style w:type="character" w:customStyle="1" w:styleId="MacroTextChar">
    <w:name w:val="Macro Text Char"/>
    <w:basedOn w:val="DefaultParagraphFont"/>
    <w:link w:val="MacroText"/>
    <w:rsid w:val="00D26476"/>
    <w:rPr>
      <w:rFonts w:ascii="Consolas" w:hAnsi="Consolas"/>
      <w:lang w:val="en-US"/>
    </w:rPr>
  </w:style>
  <w:style w:type="table" w:styleId="MediumGrid1">
    <w:name w:val="Medium Grid 1"/>
    <w:basedOn w:val="TableNormal"/>
    <w:uiPriority w:val="67"/>
    <w:semiHidden/>
    <w:unhideWhenUsed/>
    <w:rsid w:val="00D26476"/>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D26476"/>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ediumGrid1-Accent2">
    <w:name w:val="Medium Grid 1 Accent 2"/>
    <w:basedOn w:val="TableNormal"/>
    <w:uiPriority w:val="67"/>
    <w:semiHidden/>
    <w:unhideWhenUsed/>
    <w:rsid w:val="00D26476"/>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uiPriority w:val="67"/>
    <w:semiHidden/>
    <w:unhideWhenUsed/>
    <w:rsid w:val="00D26476"/>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semiHidden/>
    <w:unhideWhenUsed/>
    <w:rsid w:val="00D26476"/>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semiHidden/>
    <w:unhideWhenUsed/>
    <w:rsid w:val="00D26476"/>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MediumGrid1-Accent6">
    <w:name w:val="Medium Grid 1 Accent 6"/>
    <w:basedOn w:val="TableNormal"/>
    <w:uiPriority w:val="67"/>
    <w:semiHidden/>
    <w:unhideWhenUsed/>
    <w:rsid w:val="00D26476"/>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Grid3-Accent2">
    <w:name w:val="Medium Grid 3 Accent 2"/>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ediumGrid3-Accent3">
    <w:name w:val="Medium Grid 3 Accent 3"/>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MediumGrid3-Accent6">
    <w:name w:val="Medium Grid 3 Accent 6"/>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semiHidden/>
    <w:unhideWhenUsed/>
    <w:rsid w:val="00D26476"/>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D26476"/>
    <w:rPr>
      <w:color w:val="000000" w:themeColor="text1"/>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ediumList1-Accent2">
    <w:name w:val="Medium List 1 Accent 2"/>
    <w:basedOn w:val="TableNormal"/>
    <w:uiPriority w:val="65"/>
    <w:semiHidden/>
    <w:unhideWhenUsed/>
    <w:rsid w:val="00D26476"/>
    <w:rPr>
      <w:color w:val="000000" w:themeColor="text1"/>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uiPriority w:val="65"/>
    <w:semiHidden/>
    <w:unhideWhenUsed/>
    <w:rsid w:val="00D26476"/>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semiHidden/>
    <w:unhideWhenUsed/>
    <w:rsid w:val="00D26476"/>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semiHidden/>
    <w:unhideWhenUsed/>
    <w:rsid w:val="00D26476"/>
    <w:rPr>
      <w:color w:val="000000" w:themeColor="text1"/>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MediumList1-Accent6">
    <w:name w:val="Medium List 1 Accent 6"/>
    <w:basedOn w:val="TableNormal"/>
    <w:uiPriority w:val="65"/>
    <w:semiHidden/>
    <w:unhideWhenUsed/>
    <w:rsid w:val="00D26476"/>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single" w:sz="8" w:space="0" w:color="5B9BD5"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D26476"/>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D26476"/>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D26476"/>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D26476"/>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D26476"/>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D26476"/>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D26476"/>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Mention">
    <w:name w:val="Mention"/>
    <w:basedOn w:val="DefaultParagraphFont"/>
    <w:uiPriority w:val="99"/>
    <w:semiHidden/>
    <w:unhideWhenUsed/>
    <w:rsid w:val="00D26476"/>
    <w:rPr>
      <w:color w:val="2B579A"/>
      <w:shd w:val="clear" w:color="auto" w:fill="E1DFDD"/>
    </w:rPr>
  </w:style>
  <w:style w:type="paragraph" w:styleId="MessageHeader">
    <w:name w:val="Message Header"/>
    <w:basedOn w:val="Normal"/>
    <w:link w:val="MessageHeaderChar"/>
    <w:rsid w:val="00D26476"/>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rsid w:val="00D26476"/>
    <w:rPr>
      <w:rFonts w:asciiTheme="majorHAnsi" w:eastAsiaTheme="majorEastAsia" w:hAnsiTheme="majorHAnsi" w:cstheme="majorBidi"/>
      <w:sz w:val="24"/>
      <w:szCs w:val="24"/>
      <w:shd w:val="pct20" w:color="auto" w:fill="auto"/>
      <w:lang w:val="en-US"/>
    </w:rPr>
  </w:style>
  <w:style w:type="paragraph" w:styleId="NoSpacing">
    <w:name w:val="No Spacing"/>
    <w:uiPriority w:val="1"/>
    <w:qFormat/>
    <w:rsid w:val="00D26476"/>
    <w:rPr>
      <w:rFonts w:ascii="Calibri" w:hAnsi="Calibri"/>
      <w:sz w:val="22"/>
      <w:szCs w:val="24"/>
      <w:lang w:val="en-US"/>
    </w:rPr>
  </w:style>
  <w:style w:type="paragraph" w:styleId="NormalWeb">
    <w:name w:val="Normal (Web)"/>
    <w:basedOn w:val="Normal"/>
    <w:rsid w:val="00D26476"/>
    <w:rPr>
      <w:rFonts w:ascii="Times New Roman" w:hAnsi="Times New Roman"/>
      <w:sz w:val="24"/>
    </w:rPr>
  </w:style>
  <w:style w:type="paragraph" w:styleId="NormalIndent">
    <w:name w:val="Normal Indent"/>
    <w:basedOn w:val="Normal"/>
    <w:rsid w:val="00D26476"/>
    <w:pPr>
      <w:ind w:left="720"/>
    </w:pPr>
  </w:style>
  <w:style w:type="paragraph" w:styleId="NoteHeading">
    <w:name w:val="Note Heading"/>
    <w:basedOn w:val="Normal"/>
    <w:next w:val="Normal"/>
    <w:link w:val="NoteHeadingChar"/>
    <w:rsid w:val="00D26476"/>
    <w:pPr>
      <w:spacing w:line="240" w:lineRule="auto"/>
    </w:pPr>
  </w:style>
  <w:style w:type="character" w:customStyle="1" w:styleId="NoteHeadingChar">
    <w:name w:val="Note Heading Char"/>
    <w:basedOn w:val="DefaultParagraphFont"/>
    <w:link w:val="NoteHeading"/>
    <w:rsid w:val="00D26476"/>
    <w:rPr>
      <w:rFonts w:ascii="Calibri" w:hAnsi="Calibri"/>
      <w:sz w:val="22"/>
      <w:szCs w:val="24"/>
      <w:lang w:val="en-US"/>
    </w:rPr>
  </w:style>
  <w:style w:type="character" w:styleId="PlaceholderText">
    <w:name w:val="Placeholder Text"/>
    <w:basedOn w:val="DefaultParagraphFont"/>
    <w:uiPriority w:val="99"/>
    <w:semiHidden/>
    <w:rsid w:val="00D26476"/>
    <w:rPr>
      <w:color w:val="808080"/>
    </w:rPr>
  </w:style>
  <w:style w:type="table" w:styleId="PlainTable1">
    <w:name w:val="Plain Table 1"/>
    <w:basedOn w:val="TableNormal"/>
    <w:uiPriority w:val="41"/>
    <w:rsid w:val="00D26476"/>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D26476"/>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D26476"/>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D26476"/>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D26476"/>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rsid w:val="00D26476"/>
    <w:pPr>
      <w:spacing w:line="240" w:lineRule="auto"/>
    </w:pPr>
    <w:rPr>
      <w:rFonts w:ascii="Consolas" w:hAnsi="Consolas"/>
      <w:sz w:val="21"/>
      <w:szCs w:val="21"/>
    </w:rPr>
  </w:style>
  <w:style w:type="character" w:customStyle="1" w:styleId="PlainTextChar">
    <w:name w:val="Plain Text Char"/>
    <w:basedOn w:val="DefaultParagraphFont"/>
    <w:link w:val="PlainText"/>
    <w:rsid w:val="00D26476"/>
    <w:rPr>
      <w:rFonts w:ascii="Consolas" w:hAnsi="Consolas"/>
      <w:sz w:val="21"/>
      <w:szCs w:val="21"/>
      <w:lang w:val="en-US"/>
    </w:rPr>
  </w:style>
  <w:style w:type="paragraph" w:styleId="Quote">
    <w:name w:val="Quote"/>
    <w:basedOn w:val="Normal"/>
    <w:next w:val="Normal"/>
    <w:link w:val="QuoteChar"/>
    <w:uiPriority w:val="29"/>
    <w:qFormat/>
    <w:rsid w:val="00D26476"/>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D26476"/>
    <w:rPr>
      <w:rFonts w:ascii="Calibri" w:hAnsi="Calibri"/>
      <w:i/>
      <w:iCs/>
      <w:color w:val="404040" w:themeColor="text1" w:themeTint="BF"/>
      <w:sz w:val="22"/>
      <w:szCs w:val="24"/>
      <w:lang w:val="en-US"/>
    </w:rPr>
  </w:style>
  <w:style w:type="paragraph" w:styleId="Salutation">
    <w:name w:val="Salutation"/>
    <w:basedOn w:val="Normal"/>
    <w:next w:val="Normal"/>
    <w:link w:val="SalutationChar"/>
    <w:rsid w:val="00D26476"/>
  </w:style>
  <w:style w:type="character" w:customStyle="1" w:styleId="SalutationChar">
    <w:name w:val="Salutation Char"/>
    <w:basedOn w:val="DefaultParagraphFont"/>
    <w:link w:val="Salutation"/>
    <w:rsid w:val="00D26476"/>
    <w:rPr>
      <w:rFonts w:ascii="Calibri" w:hAnsi="Calibri"/>
      <w:sz w:val="22"/>
      <w:szCs w:val="24"/>
      <w:lang w:val="en-US"/>
    </w:rPr>
  </w:style>
  <w:style w:type="paragraph" w:styleId="Signature">
    <w:name w:val="Signature"/>
    <w:basedOn w:val="Normal"/>
    <w:link w:val="SignatureChar"/>
    <w:rsid w:val="00D26476"/>
    <w:pPr>
      <w:spacing w:line="240" w:lineRule="auto"/>
      <w:ind w:left="4252"/>
    </w:pPr>
  </w:style>
  <w:style w:type="character" w:customStyle="1" w:styleId="SignatureChar">
    <w:name w:val="Signature Char"/>
    <w:basedOn w:val="DefaultParagraphFont"/>
    <w:link w:val="Signature"/>
    <w:rsid w:val="00D26476"/>
    <w:rPr>
      <w:rFonts w:ascii="Calibri" w:hAnsi="Calibri"/>
      <w:sz w:val="22"/>
      <w:szCs w:val="24"/>
      <w:lang w:val="en-US"/>
    </w:rPr>
  </w:style>
  <w:style w:type="character" w:styleId="SmartHyperlink">
    <w:name w:val="Smart Hyperlink"/>
    <w:basedOn w:val="DefaultParagraphFont"/>
    <w:uiPriority w:val="99"/>
    <w:semiHidden/>
    <w:unhideWhenUsed/>
    <w:rsid w:val="00D26476"/>
    <w:rPr>
      <w:u w:val="dotted"/>
    </w:rPr>
  </w:style>
  <w:style w:type="character" w:customStyle="1" w:styleId="SmartLink1">
    <w:name w:val="SmartLink1"/>
    <w:basedOn w:val="DefaultParagraphFont"/>
    <w:uiPriority w:val="99"/>
    <w:semiHidden/>
    <w:unhideWhenUsed/>
    <w:rsid w:val="00D26476"/>
    <w:rPr>
      <w:color w:val="0000FF"/>
      <w:u w:val="single"/>
      <w:shd w:val="clear" w:color="auto" w:fill="F3F2F1"/>
    </w:rPr>
  </w:style>
  <w:style w:type="character" w:styleId="Strong">
    <w:name w:val="Strong"/>
    <w:basedOn w:val="DefaultParagraphFont"/>
    <w:uiPriority w:val="22"/>
    <w:qFormat/>
    <w:rsid w:val="00D26476"/>
    <w:rPr>
      <w:b/>
      <w:bCs/>
    </w:rPr>
  </w:style>
  <w:style w:type="paragraph" w:styleId="Subtitle">
    <w:name w:val="Subtitle"/>
    <w:basedOn w:val="Normal"/>
    <w:next w:val="Normal"/>
    <w:link w:val="SubtitleChar"/>
    <w:qFormat/>
    <w:rsid w:val="00D26476"/>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D26476"/>
    <w:rPr>
      <w:rFonts w:asciiTheme="minorHAnsi" w:eastAsiaTheme="minorEastAsia" w:hAnsiTheme="minorHAnsi" w:cstheme="minorBidi"/>
      <w:color w:val="5A5A5A" w:themeColor="text1" w:themeTint="A5"/>
      <w:spacing w:val="15"/>
      <w:sz w:val="22"/>
      <w:szCs w:val="22"/>
      <w:lang w:val="en-US"/>
    </w:rPr>
  </w:style>
  <w:style w:type="character" w:styleId="SubtleEmphasis">
    <w:name w:val="Subtle Emphasis"/>
    <w:basedOn w:val="DefaultParagraphFont"/>
    <w:uiPriority w:val="19"/>
    <w:qFormat/>
    <w:rsid w:val="00D26476"/>
    <w:rPr>
      <w:i/>
      <w:iCs/>
      <w:color w:val="404040" w:themeColor="text1" w:themeTint="BF"/>
    </w:rPr>
  </w:style>
  <w:style w:type="character" w:styleId="SubtleReference">
    <w:name w:val="Subtle Reference"/>
    <w:basedOn w:val="DefaultParagraphFont"/>
    <w:uiPriority w:val="31"/>
    <w:qFormat/>
    <w:rsid w:val="00D26476"/>
    <w:rPr>
      <w:smallCaps/>
      <w:color w:val="5A5A5A" w:themeColor="text1" w:themeTint="A5"/>
    </w:rPr>
  </w:style>
  <w:style w:type="table" w:styleId="Table3Deffects1">
    <w:name w:val="Table 3D effects 1"/>
    <w:basedOn w:val="TableNormal"/>
    <w:semiHidden/>
    <w:unhideWhenUsed/>
    <w:rsid w:val="00D26476"/>
    <w:pPr>
      <w:spacing w:line="30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D26476"/>
    <w:pPr>
      <w:spacing w:line="30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D26476"/>
    <w:pPr>
      <w:spacing w:line="30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D26476"/>
    <w:pPr>
      <w:spacing w:line="30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D26476"/>
    <w:pPr>
      <w:spacing w:line="30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D26476"/>
    <w:pPr>
      <w:spacing w:line="30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D26476"/>
    <w:pPr>
      <w:spacing w:line="30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D26476"/>
    <w:pPr>
      <w:spacing w:line="30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D26476"/>
    <w:pPr>
      <w:spacing w:line="30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D26476"/>
    <w:pPr>
      <w:spacing w:line="30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D26476"/>
    <w:pPr>
      <w:spacing w:line="30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D26476"/>
    <w:pPr>
      <w:spacing w:line="30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D26476"/>
    <w:pPr>
      <w:spacing w:line="30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D26476"/>
    <w:pPr>
      <w:spacing w:line="30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D26476"/>
    <w:pPr>
      <w:spacing w:line="30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D26476"/>
    <w:pPr>
      <w:spacing w:line="30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D26476"/>
    <w:pPr>
      <w:spacing w:line="30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D26476"/>
    <w:pPr>
      <w:spacing w:line="30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D26476"/>
    <w:pPr>
      <w:spacing w:line="30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D26476"/>
    <w:pPr>
      <w:spacing w:line="30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D26476"/>
    <w:pPr>
      <w:spacing w:line="30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D26476"/>
    <w:pPr>
      <w:spacing w:line="30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D2647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rsid w:val="00D26476"/>
    <w:pPr>
      <w:spacing w:line="30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D26476"/>
    <w:pPr>
      <w:spacing w:line="30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D26476"/>
    <w:pPr>
      <w:spacing w:line="30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D26476"/>
    <w:pPr>
      <w:spacing w:line="30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D26476"/>
    <w:pPr>
      <w:spacing w:line="30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D26476"/>
    <w:pPr>
      <w:spacing w:line="30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rsid w:val="00D26476"/>
    <w:pPr>
      <w:ind w:left="220" w:hanging="220"/>
    </w:pPr>
  </w:style>
  <w:style w:type="paragraph" w:styleId="TableofFigures">
    <w:name w:val="table of figures"/>
    <w:basedOn w:val="Normal"/>
    <w:next w:val="Normal"/>
    <w:rsid w:val="00D26476"/>
  </w:style>
  <w:style w:type="table" w:styleId="TableProfessional">
    <w:name w:val="Table Professional"/>
    <w:basedOn w:val="TableNormal"/>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D26476"/>
    <w:pPr>
      <w:spacing w:line="30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D26476"/>
    <w:pPr>
      <w:spacing w:line="30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D26476"/>
    <w:pPr>
      <w:spacing w:line="30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D26476"/>
    <w:pPr>
      <w:spacing w:line="30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D26476"/>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D26476"/>
    <w:pPr>
      <w:spacing w:line="30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D26476"/>
    <w:pPr>
      <w:spacing w:line="30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D26476"/>
    <w:pPr>
      <w:spacing w:line="30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qFormat/>
    <w:rsid w:val="00D26476"/>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D26476"/>
    <w:rPr>
      <w:rFonts w:asciiTheme="majorHAnsi" w:eastAsiaTheme="majorEastAsia" w:hAnsiTheme="majorHAnsi" w:cstheme="majorBidi"/>
      <w:spacing w:val="-10"/>
      <w:kern w:val="28"/>
      <w:sz w:val="56"/>
      <w:szCs w:val="56"/>
      <w:lang w:val="en-US"/>
    </w:rPr>
  </w:style>
  <w:style w:type="paragraph" w:styleId="TOAHeading">
    <w:name w:val="toa heading"/>
    <w:basedOn w:val="Normal"/>
    <w:next w:val="Normal"/>
    <w:rsid w:val="00D26476"/>
    <w:pPr>
      <w:spacing w:before="120"/>
    </w:pPr>
    <w:rPr>
      <w:rFonts w:asciiTheme="majorHAnsi" w:eastAsiaTheme="majorEastAsia" w:hAnsiTheme="majorHAnsi" w:cstheme="majorBidi"/>
      <w:b/>
      <w:bCs/>
      <w:sz w:val="24"/>
    </w:rPr>
  </w:style>
  <w:style w:type="paragraph" w:styleId="TOC1">
    <w:name w:val="toc 1"/>
    <w:basedOn w:val="Normal"/>
    <w:next w:val="Normal"/>
    <w:autoRedefine/>
    <w:rsid w:val="00D26476"/>
    <w:pPr>
      <w:spacing w:after="100"/>
    </w:pPr>
  </w:style>
  <w:style w:type="paragraph" w:styleId="TOC2">
    <w:name w:val="toc 2"/>
    <w:basedOn w:val="Normal"/>
    <w:next w:val="Normal"/>
    <w:autoRedefine/>
    <w:rsid w:val="00D26476"/>
    <w:pPr>
      <w:spacing w:after="100"/>
      <w:ind w:left="220"/>
    </w:pPr>
  </w:style>
  <w:style w:type="paragraph" w:styleId="TOC3">
    <w:name w:val="toc 3"/>
    <w:basedOn w:val="Normal"/>
    <w:next w:val="Normal"/>
    <w:autoRedefine/>
    <w:rsid w:val="00D26476"/>
    <w:pPr>
      <w:spacing w:after="100"/>
      <w:ind w:left="440"/>
    </w:pPr>
  </w:style>
  <w:style w:type="paragraph" w:styleId="TOC4">
    <w:name w:val="toc 4"/>
    <w:basedOn w:val="Normal"/>
    <w:next w:val="Normal"/>
    <w:autoRedefine/>
    <w:rsid w:val="00D26476"/>
    <w:pPr>
      <w:spacing w:after="100"/>
      <w:ind w:left="660"/>
    </w:pPr>
  </w:style>
  <w:style w:type="paragraph" w:styleId="TOC5">
    <w:name w:val="toc 5"/>
    <w:basedOn w:val="Normal"/>
    <w:next w:val="Normal"/>
    <w:autoRedefine/>
    <w:rsid w:val="00D26476"/>
    <w:pPr>
      <w:spacing w:after="100"/>
      <w:ind w:left="880"/>
    </w:pPr>
  </w:style>
  <w:style w:type="paragraph" w:styleId="TOC6">
    <w:name w:val="toc 6"/>
    <w:basedOn w:val="Normal"/>
    <w:next w:val="Normal"/>
    <w:autoRedefine/>
    <w:rsid w:val="00D26476"/>
    <w:pPr>
      <w:spacing w:after="100"/>
      <w:ind w:left="1100"/>
    </w:pPr>
  </w:style>
  <w:style w:type="paragraph" w:styleId="TOC7">
    <w:name w:val="toc 7"/>
    <w:basedOn w:val="Normal"/>
    <w:next w:val="Normal"/>
    <w:autoRedefine/>
    <w:rsid w:val="00D26476"/>
    <w:pPr>
      <w:spacing w:after="100"/>
      <w:ind w:left="1320"/>
    </w:pPr>
  </w:style>
  <w:style w:type="paragraph" w:styleId="TOC8">
    <w:name w:val="toc 8"/>
    <w:basedOn w:val="Normal"/>
    <w:next w:val="Normal"/>
    <w:autoRedefine/>
    <w:rsid w:val="00D26476"/>
    <w:pPr>
      <w:spacing w:after="100"/>
      <w:ind w:left="1540"/>
    </w:pPr>
  </w:style>
  <w:style w:type="paragraph" w:styleId="TOC9">
    <w:name w:val="toc 9"/>
    <w:basedOn w:val="Normal"/>
    <w:next w:val="Normal"/>
    <w:autoRedefine/>
    <w:rsid w:val="00D26476"/>
    <w:pPr>
      <w:spacing w:after="100"/>
      <w:ind w:left="1760"/>
    </w:pPr>
  </w:style>
  <w:style w:type="paragraph" w:styleId="TOCHeading">
    <w:name w:val="TOC Heading"/>
    <w:basedOn w:val="Heading1"/>
    <w:next w:val="Normal"/>
    <w:uiPriority w:val="39"/>
    <w:semiHidden/>
    <w:unhideWhenUsed/>
    <w:qFormat/>
    <w:rsid w:val="00D26476"/>
    <w:pPr>
      <w:keepLines/>
      <w:spacing w:after="0"/>
      <w:outlineLvl w:val="9"/>
    </w:pPr>
    <w:rPr>
      <w:rFonts w:asciiTheme="majorHAnsi" w:eastAsiaTheme="majorEastAsia" w:hAnsiTheme="majorHAnsi" w:cstheme="majorBidi"/>
      <w:b w:val="0"/>
      <w:bCs w:val="0"/>
      <w:color w:val="2F5496" w:themeColor="accent1" w:themeShade="BF"/>
      <w:kern w:val="0"/>
    </w:rPr>
  </w:style>
  <w:style w:type="character" w:styleId="UnresolvedMention">
    <w:name w:val="Unresolved Mention"/>
    <w:basedOn w:val="DefaultParagraphFont"/>
    <w:uiPriority w:val="99"/>
    <w:semiHidden/>
    <w:unhideWhenUsed/>
    <w:rsid w:val="00D26476"/>
    <w:rPr>
      <w:color w:val="605E5C"/>
      <w:shd w:val="clear" w:color="auto" w:fill="E1DFDD"/>
    </w:rPr>
  </w:style>
  <w:style w:type="paragraph" w:customStyle="1" w:styleId="EinfAbs">
    <w:name w:val="[Einf. Abs.]"/>
    <w:basedOn w:val="Normal"/>
    <w:uiPriority w:val="99"/>
    <w:rsid w:val="0090371F"/>
    <w:pPr>
      <w:autoSpaceDE w:val="0"/>
      <w:autoSpaceDN w:val="0"/>
      <w:adjustRightInd w:val="0"/>
      <w:spacing w:line="264" w:lineRule="auto"/>
      <w:textAlignment w:val="center"/>
    </w:pPr>
    <w:rPr>
      <w:rFonts w:ascii="MinionPro-Regular" w:hAnsi="MinionPro-Regular" w:cs="MinionPro-Regular"/>
      <w:color w:val="000000"/>
      <w:sz w:val="24"/>
    </w:rPr>
  </w:style>
  <w:style w:type="paragraph" w:customStyle="1" w:styleId="Aufzhlung">
    <w:name w:val="Aufzählung"/>
    <w:basedOn w:val="Normal"/>
    <w:uiPriority w:val="99"/>
    <w:rsid w:val="00204987"/>
    <w:pPr>
      <w:autoSpaceDE w:val="0"/>
      <w:autoSpaceDN w:val="0"/>
      <w:adjustRightInd w:val="0"/>
      <w:spacing w:after="155" w:line="310" w:lineRule="atLeast"/>
      <w:ind w:left="283" w:hanging="283"/>
      <w:textAlignment w:val="center"/>
    </w:pPr>
    <w:rPr>
      <w:rFonts w:cs="Calibri"/>
      <w:b/>
      <w:bCs/>
      <w:color w:val="000000"/>
      <w:szCs w:val="22"/>
    </w:rPr>
  </w:style>
  <w:style w:type="paragraph" w:customStyle="1" w:styleId="Funote">
    <w:name w:val="Fußnote"/>
    <w:basedOn w:val="Aufzhlung"/>
    <w:uiPriority w:val="99"/>
    <w:rsid w:val="00847694"/>
    <w:rPr>
      <w:sz w:val="16"/>
      <w:szCs w:val="16"/>
    </w:rPr>
  </w:style>
  <w:style w:type="paragraph" w:customStyle="1" w:styleId="Absatzformat1">
    <w:name w:val="Absatzformat 1"/>
    <w:basedOn w:val="Normal"/>
    <w:uiPriority w:val="99"/>
    <w:rsid w:val="00D26FF8"/>
    <w:pPr>
      <w:autoSpaceDE w:val="0"/>
      <w:autoSpaceDN w:val="0"/>
      <w:adjustRightInd w:val="0"/>
      <w:spacing w:line="310" w:lineRule="atLeast"/>
      <w:textAlignment w:val="center"/>
    </w:pPr>
    <w:rPr>
      <w:rFonts w:cs="Calibri"/>
      <w:color w:val="000000"/>
      <w:szCs w:val="22"/>
    </w:rPr>
  </w:style>
  <w:style w:type="paragraph" w:customStyle="1" w:styleId="Copy">
    <w:name w:val="Copy"/>
    <w:basedOn w:val="Absatzformat1"/>
    <w:uiPriority w:val="99"/>
    <w:rsid w:val="00643653"/>
  </w:style>
  <w:style w:type="character" w:customStyle="1" w:styleId="apple-converted-space">
    <w:name w:val="apple-converted-space"/>
    <w:basedOn w:val="DefaultParagraphFont"/>
    <w:rsid w:val="00026483"/>
  </w:style>
  <w:style w:type="paragraph" w:styleId="Revision">
    <w:name w:val="Revision"/>
    <w:hidden/>
    <w:uiPriority w:val="99"/>
    <w:semiHidden/>
    <w:rsid w:val="007A05BD"/>
    <w:rPr>
      <w:rFonts w:ascii="Calibri" w:hAnsi="Calibri"/>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4619697">
      <w:bodyDiv w:val="1"/>
      <w:marLeft w:val="0"/>
      <w:marRight w:val="0"/>
      <w:marTop w:val="0"/>
      <w:marBottom w:val="0"/>
      <w:divBdr>
        <w:top w:val="none" w:sz="0" w:space="0" w:color="auto"/>
        <w:left w:val="none" w:sz="0" w:space="0" w:color="auto"/>
        <w:bottom w:val="none" w:sz="0" w:space="0" w:color="auto"/>
        <w:right w:val="none" w:sz="0" w:space="0" w:color="auto"/>
      </w:divBdr>
    </w:div>
    <w:div w:id="588006790">
      <w:bodyDiv w:val="1"/>
      <w:marLeft w:val="0"/>
      <w:marRight w:val="0"/>
      <w:marTop w:val="0"/>
      <w:marBottom w:val="0"/>
      <w:divBdr>
        <w:top w:val="none" w:sz="0" w:space="0" w:color="auto"/>
        <w:left w:val="none" w:sz="0" w:space="0" w:color="auto"/>
        <w:bottom w:val="none" w:sz="0" w:space="0" w:color="auto"/>
        <w:right w:val="none" w:sz="0" w:space="0" w:color="auto"/>
      </w:divBdr>
    </w:div>
    <w:div w:id="1483691933">
      <w:bodyDiv w:val="1"/>
      <w:marLeft w:val="0"/>
      <w:marRight w:val="0"/>
      <w:marTop w:val="0"/>
      <w:marBottom w:val="0"/>
      <w:divBdr>
        <w:top w:val="none" w:sz="0" w:space="0" w:color="auto"/>
        <w:left w:val="none" w:sz="0" w:space="0" w:color="auto"/>
        <w:bottom w:val="none" w:sz="0" w:space="0" w:color="auto"/>
        <w:right w:val="none" w:sz="0" w:space="0" w:color="auto"/>
      </w:divBdr>
    </w:div>
    <w:div w:id="1627009825">
      <w:bodyDiv w:val="1"/>
      <w:marLeft w:val="0"/>
      <w:marRight w:val="0"/>
      <w:marTop w:val="0"/>
      <w:marBottom w:val="0"/>
      <w:divBdr>
        <w:top w:val="none" w:sz="0" w:space="0" w:color="auto"/>
        <w:left w:val="none" w:sz="0" w:space="0" w:color="auto"/>
        <w:bottom w:val="none" w:sz="0" w:space="0" w:color="auto"/>
        <w:right w:val="none" w:sz="0" w:space="0" w:color="auto"/>
      </w:divBdr>
    </w:div>
    <w:div w:id="1738698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oenie\Downloads\Pressemitteilung_DE%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ustomXml xmlns:xsi="http://www.w3.org/2001/XMLSchema-instance" xmlns:xsd="http://www.w3.org/2001/XMLSchema" xmlns="CustomXml">
  <AreBuildingBlocksHidden>false</AreBuildingBlocksHidden>
</CustomXml>
</file>

<file path=customXml/item3.xml><?xml version="1.0" encoding="utf-8"?>
<ct:contentTypeSchema xmlns:ct="http://schemas.microsoft.com/office/2006/metadata/contentType" xmlns:ma="http://schemas.microsoft.com/office/2006/metadata/properties/metaAttributes" ct:_="" ma:_="" ma:contentTypeName="Document" ma:contentTypeID="0x010100DD0768CD3890E64C8140B627D849C17F" ma:contentTypeVersion="29" ma:contentTypeDescription="Create a new document." ma:contentTypeScope="" ma:versionID="f2829cb462ea1d9f067de623440a5434">
  <xsd:schema xmlns:xsd="http://www.w3.org/2001/XMLSchema" xmlns:xs="http://www.w3.org/2001/XMLSchema" xmlns:p="http://schemas.microsoft.com/office/2006/metadata/properties" xmlns:ns1="http://schemas.microsoft.com/sharepoint/v3" xmlns:ns2="http://schemas.microsoft.com/sharepoint/v3/fields" xmlns:ns3="01ad389b-e4d0-4363-a63c-ecb4d9b2b859" xmlns:ns4="57b1c5a8-5c34-4503-89a5-68034b7f8e35" xmlns:ns5="6477cdbb-bf53-4ee0-be2c-b1a0049f24ba" targetNamespace="http://schemas.microsoft.com/office/2006/metadata/properties" ma:root="true" ma:fieldsID="14e3429be8502a0a44190f1d57d16c67" ns1:_="" ns2:_="" ns3:_="" ns4:_="" ns5:_="">
    <xsd:import namespace="http://schemas.microsoft.com/sharepoint/v3"/>
    <xsd:import namespace="http://schemas.microsoft.com/sharepoint/v3/fields"/>
    <xsd:import namespace="01ad389b-e4d0-4363-a63c-ecb4d9b2b859"/>
    <xsd:import namespace="57b1c5a8-5c34-4503-89a5-68034b7f8e35"/>
    <xsd:import namespace="6477cdbb-bf53-4ee0-be2c-b1a0049f24ba"/>
    <xsd:element name="properties">
      <xsd:complexType>
        <xsd:sequence>
          <xsd:element name="documentManagement">
            <xsd:complexType>
              <xsd:all>
                <xsd:element ref="ns2:_Status" minOccurs="0"/>
                <xsd:element ref="ns3:MediaServiceMetadata" minOccurs="0"/>
                <xsd:element ref="ns3:MediaServiceFastMetadata" minOccurs="0"/>
                <xsd:element ref="ns3:MediaServiceAutoTags" minOccurs="0"/>
                <xsd:element ref="ns3:MediaServiceGenerationTime" minOccurs="0"/>
                <xsd:element ref="ns3:MediaServiceEventHashCode" minOccurs="0"/>
                <xsd:element ref="ns1:_dlc_ExpireDateSaved" minOccurs="0"/>
                <xsd:element ref="ns1:_dlc_ExpireDate" minOccurs="0"/>
                <xsd:element ref="ns1:_dlc_Exempt" minOccurs="0"/>
                <xsd:element ref="ns4:MediaServiceAutoKeyPoints" minOccurs="0"/>
                <xsd:element ref="ns4:MediaServiceKeyPoints" minOccurs="0"/>
                <xsd:element ref="ns4:MediaLengthInSeconds" minOccurs="0"/>
                <xsd:element ref="ns4:MediaServiceDateTaken" minOccurs="0"/>
                <xsd:element ref="ns4:MediaServiceLocation" minOccurs="0"/>
                <xsd:element ref="ns4:MediaServiceOCR" minOccurs="0"/>
                <xsd:element ref="ns5:TaxCatchAll" minOccurs="0"/>
                <xsd:element ref="ns4:lcf76f155ced4ddcb4097134ff3c332f" minOccurs="0"/>
                <xsd:element ref="ns5:SharedWithUsers" minOccurs="0"/>
                <xsd:element ref="ns5:SharedWithDetails"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pireDateSaved" ma:index="14" nillable="true" ma:displayName="Original Expiration Date" ma:hidden="true" ma:internalName="_dlc_ExpireDateSaved" ma:readOnly="true">
      <xsd:simpleType>
        <xsd:restriction base="dms:DateTime"/>
      </xsd:simpleType>
    </xsd:element>
    <xsd:element name="_dlc_ExpireDate" ma:index="15" nillable="true" ma:displayName="Expiration Date" ma:hidden="true" ma:internalName="_dlc_ExpireDate" ma:readOnly="true">
      <xsd:simpleType>
        <xsd:restriction base="dms:DateTime"/>
      </xsd:simpleType>
    </xsd:element>
    <xsd:element name="_dlc_Exempt" ma:index="16"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8" nillable="true" ma:displayName="Status" ma:default="In progress" ma:format="Dropdown" ma:internalName="Status">
      <xsd:simpleType>
        <xsd:union memberTypes="dms:Text">
          <xsd:simpleType>
            <xsd:restriction base="dms:Choice">
              <xsd:enumeration value="In progress"/>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1ad389b-e4d0-4363-a63c-ecb4d9b2b859"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b1c5a8-5c34-4503-89a5-68034b7f8e35" elementFormDefault="qualified">
    <xsd:import namespace="http://schemas.microsoft.com/office/2006/documentManagement/types"/>
    <xsd:import namespace="http://schemas.microsoft.com/office/infopath/2007/PartnerControls"/>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1c1acfb5-f98e-40dd-a22b-7d2a3d5596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77cdbb-bf53-4ee0-be2c-b1a0049f24ba"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a605f123-5ca3-45b4-84c3-678b8e5326b1}" ma:internalName="TaxCatchAll" ma:showField="CatchAllData" ma:web="6477cdbb-bf53-4ee0-be2c-b1a0049f24ba">
      <xsd:complexType>
        <xsd:complexContent>
          <xsd:extension base="dms:MultiChoiceLookup">
            <xsd:sequence>
              <xsd:element name="Value" type="dms:Lookup" maxOccurs="unbounded" minOccurs="0" nillable="true"/>
            </xsd:sequence>
          </xsd:extension>
        </xsd:complexContent>
      </xsd:complexType>
    </xsd:element>
    <xsd:element name="SharedWithUsers" ma:index="2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7b1c5a8-5c34-4503-89a5-68034b7f8e35">
      <Terms xmlns="http://schemas.microsoft.com/office/infopath/2007/PartnerControls"/>
    </lcf76f155ced4ddcb4097134ff3c332f>
    <TaxCatchAll xmlns="6477cdbb-bf53-4ee0-be2c-b1a0049f24ba" xsi:nil="true"/>
    <_Status xmlns="http://schemas.microsoft.com/sharepoint/v3/fields">In progress</_Status>
  </documentManagement>
</p:properties>
</file>

<file path=customXml/itemProps1.xml><?xml version="1.0" encoding="utf-8"?>
<ds:datastoreItem xmlns:ds="http://schemas.openxmlformats.org/officeDocument/2006/customXml" ds:itemID="{2CBFC373-47F9-4895-BF21-952542ECCFC4}">
  <ds:schemaRefs>
    <ds:schemaRef ds:uri="http://schemas.microsoft.com/sharepoint/v3/contenttype/forms"/>
  </ds:schemaRefs>
</ds:datastoreItem>
</file>

<file path=customXml/itemProps2.xml><?xml version="1.0" encoding="utf-8"?>
<ds:datastoreItem xmlns:ds="http://schemas.openxmlformats.org/officeDocument/2006/customXml" ds:itemID="{39C0547B-164F-46ED-9BB4-D223928BC983}">
  <ds:schemaRefs>
    <ds:schemaRef ds:uri="http://www.w3.org/2001/XMLSchema"/>
    <ds:schemaRef ds:uri="CustomXml"/>
  </ds:schemaRefs>
</ds:datastoreItem>
</file>

<file path=customXml/itemProps3.xml><?xml version="1.0" encoding="utf-8"?>
<ds:datastoreItem xmlns:ds="http://schemas.openxmlformats.org/officeDocument/2006/customXml" ds:itemID="{B7A38B93-F2EB-495C-B185-64DB9C2F51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01ad389b-e4d0-4363-a63c-ecb4d9b2b859"/>
    <ds:schemaRef ds:uri="57b1c5a8-5c34-4503-89a5-68034b7f8e35"/>
    <ds:schemaRef ds:uri="6477cdbb-bf53-4ee0-be2c-b1a0049f24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44B6FE3-D319-4D80-8268-50D1923B44CA}">
  <ds:schemaRefs>
    <ds:schemaRef ds:uri="http://schemas.microsoft.com/office/2006/metadata/properties"/>
    <ds:schemaRef ds:uri="http://schemas.microsoft.com/office/infopath/2007/PartnerControls"/>
    <ds:schemaRef ds:uri="57b1c5a8-5c34-4503-89a5-68034b7f8e35"/>
    <ds:schemaRef ds:uri="6477cdbb-bf53-4ee0-be2c-b1a0049f24ba"/>
    <ds:schemaRef ds:uri="http://schemas.microsoft.com/sharepoint/v3/fields"/>
  </ds:schemaRefs>
</ds:datastoreItem>
</file>

<file path=docMetadata/LabelInfo.xml><?xml version="1.0" encoding="utf-8"?>
<clbl:labelList xmlns:clbl="http://schemas.microsoft.com/office/2020/mipLabelMetadata">
  <clbl:label id="{57952406-af28-43c8-b4de-a4e06f57476d}" enabled="0" method="" siteId="{57952406-af28-43c8-b4de-a4e06f57476d}" removed="1"/>
</clbl:labelList>
</file>

<file path=docProps/app.xml><?xml version="1.0" encoding="utf-8"?>
<Properties xmlns="http://schemas.openxmlformats.org/officeDocument/2006/extended-properties" xmlns:vt="http://schemas.openxmlformats.org/officeDocument/2006/docPropsVTypes">
  <Template>Pressemitteilung_DE (2).dotx</Template>
  <TotalTime>0</TotalTime>
  <Pages>1</Pages>
  <Words>979</Words>
  <Characters>5585</Characters>
  <Application>Microsoft Office Word</Application>
  <DocSecurity>4</DocSecurity>
  <Lines>46</Lines>
  <Paragraphs>13</Paragraphs>
  <ScaleCrop>false</ScaleCrop>
  <Company>HeidelbergCement AG</Company>
  <LinksUpToDate>false</LinksUpToDate>
  <CharactersWithSpaces>6551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Pressemitteilung_DE</dc:title>
  <dc:subject/>
  <dc:creator>Schoenig, Elke (Heidelberg) DEU</dc:creator>
  <cp:keywords/>
  <dc:description/>
  <cp:lastModifiedBy>Hoenig, Simon (Heidelberg) DEU</cp:lastModifiedBy>
  <cp:revision>93</cp:revision>
  <cp:lastPrinted>2024-06-21T07:46:00Z</cp:lastPrinted>
  <dcterms:created xsi:type="dcterms:W3CDTF">2024-06-21T07:23:00Z</dcterms:created>
  <dcterms:modified xsi:type="dcterms:W3CDTF">2024-06-20T16:26:00Z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policyId">
    <vt:lpwstr/>
  </property>
  <property fmtid="{D5CDD505-2E9C-101B-9397-08002B2CF9AE}" pid="3" name="ContentTypeId">
    <vt:lpwstr>0x010100DD0768CD3890E64C8140B627D849C17F</vt:lpwstr>
  </property>
  <property fmtid="{D5CDD505-2E9C-101B-9397-08002B2CF9AE}" pid="4" name="ItemRetentionFormula">
    <vt:lpwstr/>
  </property>
  <property fmtid="{D5CDD505-2E9C-101B-9397-08002B2CF9AE}" pid="5" name="MediaServiceImageTags">
    <vt:lpwstr/>
  </property>
  <property fmtid="{D5CDD505-2E9C-101B-9397-08002B2CF9AE}" pid="6" name="GrammarlyDocumentId">
    <vt:lpwstr>faa4b17a76fa0cf78d08e0a620d6a44382d99ad151446f89a72539ef6aef193a</vt:lpwstr>
  </property>
</Properties>
</file>